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DCF88" w14:textId="77777777" w:rsidR="006E5D65" w:rsidRPr="00F147D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147D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D8678B" w:rsidRPr="00F147D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147DA">
        <w:rPr>
          <w:rFonts w:ascii="Corbel" w:hAnsi="Corbel"/>
          <w:bCs/>
          <w:i/>
          <w:sz w:val="24"/>
          <w:szCs w:val="24"/>
        </w:rPr>
        <w:t>1.5</w:t>
      </w:r>
      <w:r w:rsidR="00D8678B" w:rsidRPr="00F147D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147D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147D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147DA">
        <w:rPr>
          <w:rFonts w:ascii="Corbel" w:hAnsi="Corbel"/>
          <w:bCs/>
          <w:i/>
          <w:sz w:val="24"/>
          <w:szCs w:val="24"/>
        </w:rPr>
        <w:t>12/2019</w:t>
      </w:r>
    </w:p>
    <w:p w14:paraId="2B7F7EF5" w14:textId="77777777" w:rsidR="0085747A" w:rsidRPr="00F147D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147DA">
        <w:rPr>
          <w:rFonts w:ascii="Corbel" w:hAnsi="Corbel"/>
          <w:b/>
          <w:smallCaps/>
          <w:sz w:val="24"/>
          <w:szCs w:val="24"/>
        </w:rPr>
        <w:t>SYLABUS</w:t>
      </w:r>
    </w:p>
    <w:p w14:paraId="55363BB8" w14:textId="5583F43D" w:rsidR="00445970" w:rsidRPr="00E8790C" w:rsidRDefault="0071620A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F147D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147DA">
        <w:rPr>
          <w:rFonts w:ascii="Corbel" w:hAnsi="Corbel"/>
          <w:b/>
          <w:smallCaps/>
          <w:sz w:val="24"/>
          <w:szCs w:val="24"/>
        </w:rPr>
        <w:t xml:space="preserve"> </w:t>
      </w:r>
      <w:r w:rsidR="00FB4218">
        <w:rPr>
          <w:rFonts w:ascii="Corbel" w:hAnsi="Corbel"/>
          <w:b/>
          <w:i/>
          <w:smallCaps/>
          <w:sz w:val="24"/>
          <w:szCs w:val="24"/>
        </w:rPr>
        <w:t>2022-2025</w:t>
      </w:r>
    </w:p>
    <w:p w14:paraId="1C9DDCF6" w14:textId="77777777" w:rsidR="007639E8" w:rsidRPr="00E8790C" w:rsidRDefault="007639E8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</w:p>
    <w:p w14:paraId="6F32780C" w14:textId="74197F8D" w:rsidR="007639E8" w:rsidRPr="00F147DA" w:rsidRDefault="003D0939" w:rsidP="0086771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mallCaps/>
          <w:sz w:val="24"/>
          <w:szCs w:val="24"/>
        </w:rPr>
        <w:t>Rok akademicki 202</w:t>
      </w:r>
      <w:r w:rsidR="00FB4218">
        <w:rPr>
          <w:rFonts w:ascii="Corbel" w:hAnsi="Corbel"/>
          <w:smallCaps/>
          <w:sz w:val="24"/>
          <w:szCs w:val="24"/>
        </w:rPr>
        <w:t>2</w:t>
      </w:r>
      <w:r>
        <w:rPr>
          <w:rFonts w:ascii="Corbel" w:hAnsi="Corbel"/>
          <w:smallCaps/>
          <w:sz w:val="24"/>
          <w:szCs w:val="24"/>
        </w:rPr>
        <w:t>/202</w:t>
      </w:r>
      <w:r w:rsidR="00FB4218">
        <w:rPr>
          <w:rFonts w:ascii="Corbel" w:hAnsi="Corbel"/>
          <w:smallCaps/>
          <w:sz w:val="24"/>
          <w:szCs w:val="24"/>
        </w:rPr>
        <w:t>3</w:t>
      </w:r>
    </w:p>
    <w:p w14:paraId="7E34446A" w14:textId="77777777" w:rsidR="0085747A" w:rsidRPr="00F147D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31919E" w14:textId="77777777" w:rsidR="0085747A" w:rsidRPr="00F147D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147DA">
        <w:rPr>
          <w:rFonts w:ascii="Corbel" w:hAnsi="Corbel"/>
          <w:szCs w:val="24"/>
        </w:rPr>
        <w:t xml:space="preserve">1. </w:t>
      </w:r>
      <w:r w:rsidR="0085747A" w:rsidRPr="00F147DA">
        <w:rPr>
          <w:rFonts w:ascii="Corbel" w:hAnsi="Corbel"/>
          <w:szCs w:val="24"/>
        </w:rPr>
        <w:t xml:space="preserve">Podstawowe </w:t>
      </w:r>
      <w:r w:rsidR="00445970" w:rsidRPr="00F147D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147DA" w14:paraId="70E67941" w14:textId="77777777" w:rsidTr="00B819C8">
        <w:tc>
          <w:tcPr>
            <w:tcW w:w="2694" w:type="dxa"/>
            <w:vAlign w:val="center"/>
          </w:tcPr>
          <w:p w14:paraId="26AC1EA9" w14:textId="77777777" w:rsidR="0085747A" w:rsidRPr="00F147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20FF14" w14:textId="77777777" w:rsidR="0085747A" w:rsidRPr="00F147DA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fizyczne</w:t>
            </w:r>
          </w:p>
        </w:tc>
      </w:tr>
      <w:tr w:rsidR="0085747A" w:rsidRPr="00F147DA" w14:paraId="2C8FD86D" w14:textId="77777777" w:rsidTr="00B819C8">
        <w:tc>
          <w:tcPr>
            <w:tcW w:w="2694" w:type="dxa"/>
            <w:vAlign w:val="center"/>
          </w:tcPr>
          <w:p w14:paraId="54C6AE65" w14:textId="77777777" w:rsidR="0085747A" w:rsidRPr="00F147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1D353A" w14:textId="77777777" w:rsidR="0085747A" w:rsidRPr="00F147DA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WF</w:t>
            </w:r>
          </w:p>
        </w:tc>
      </w:tr>
      <w:tr w:rsidR="0085747A" w:rsidRPr="00F147DA" w14:paraId="301D9104" w14:textId="77777777" w:rsidTr="00B819C8">
        <w:tc>
          <w:tcPr>
            <w:tcW w:w="2694" w:type="dxa"/>
            <w:vAlign w:val="center"/>
          </w:tcPr>
          <w:p w14:paraId="256E85B9" w14:textId="77777777" w:rsidR="0085747A" w:rsidRPr="00F147D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147D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0CBF8F" w14:textId="3384E8E0" w:rsidR="0085747A" w:rsidRPr="00F147DA" w:rsidRDefault="007743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3C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147DA" w14:paraId="42219BDE" w14:textId="77777777" w:rsidTr="00B819C8">
        <w:tc>
          <w:tcPr>
            <w:tcW w:w="2694" w:type="dxa"/>
            <w:vAlign w:val="center"/>
          </w:tcPr>
          <w:p w14:paraId="7951058A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4E7D17" w14:textId="306F8796" w:rsidR="0085747A" w:rsidRPr="00F147DA" w:rsidRDefault="00D978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 xml:space="preserve">Studium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Wych.Fizycznego</w:t>
            </w:r>
            <w:proofErr w:type="spellEnd"/>
            <w:r w:rsidR="00615A36">
              <w:rPr>
                <w:rFonts w:ascii="Corbel" w:hAnsi="Corbel"/>
                <w:b w:val="0"/>
                <w:sz w:val="24"/>
              </w:rPr>
              <w:t xml:space="preserve"> i Rekreacji</w:t>
            </w:r>
          </w:p>
        </w:tc>
      </w:tr>
      <w:tr w:rsidR="0085747A" w:rsidRPr="00F147DA" w14:paraId="4BD8F10B" w14:textId="77777777" w:rsidTr="00B819C8">
        <w:tc>
          <w:tcPr>
            <w:tcW w:w="2694" w:type="dxa"/>
            <w:vAlign w:val="center"/>
          </w:tcPr>
          <w:p w14:paraId="1E657C8D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67EC17" w14:textId="77777777" w:rsidR="0085747A" w:rsidRPr="00F147DA" w:rsidRDefault="009635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  <w:bookmarkStart w:id="0" w:name="_GoBack"/>
            <w:bookmarkEnd w:id="0"/>
          </w:p>
        </w:tc>
      </w:tr>
      <w:tr w:rsidR="0085747A" w:rsidRPr="00F147DA" w14:paraId="7DEAA5EB" w14:textId="77777777" w:rsidTr="00B819C8">
        <w:tc>
          <w:tcPr>
            <w:tcW w:w="2694" w:type="dxa"/>
            <w:vAlign w:val="center"/>
          </w:tcPr>
          <w:p w14:paraId="5CA3FFCC" w14:textId="77777777" w:rsidR="0085747A" w:rsidRPr="00F147D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9915EB" w14:textId="77777777" w:rsidR="0085747A" w:rsidRPr="00F147DA" w:rsidRDefault="00676B7E" w:rsidP="00CE54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E5433" w:rsidRPr="00F147DA">
              <w:rPr>
                <w:rFonts w:ascii="Corbel" w:hAnsi="Corbel"/>
                <w:b w:val="0"/>
                <w:sz w:val="24"/>
                <w:szCs w:val="24"/>
              </w:rPr>
              <w:t>tudia pierwszego stopnia</w:t>
            </w:r>
          </w:p>
        </w:tc>
      </w:tr>
      <w:tr w:rsidR="0085747A" w:rsidRPr="00F147DA" w14:paraId="74A14524" w14:textId="77777777" w:rsidTr="00B819C8">
        <w:tc>
          <w:tcPr>
            <w:tcW w:w="2694" w:type="dxa"/>
            <w:vAlign w:val="center"/>
          </w:tcPr>
          <w:p w14:paraId="2DEC2880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DA815A" w14:textId="77777777" w:rsidR="0085747A" w:rsidRPr="00F147DA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F147DA" w14:paraId="7A91C4CB" w14:textId="77777777" w:rsidTr="00B819C8">
        <w:tc>
          <w:tcPr>
            <w:tcW w:w="2694" w:type="dxa"/>
            <w:vAlign w:val="center"/>
          </w:tcPr>
          <w:p w14:paraId="69E6620C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4C5CD2" w14:textId="77777777" w:rsidR="0085747A" w:rsidRPr="00F147DA" w:rsidRDefault="00676B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F147DA" w14:paraId="7E4D7C28" w14:textId="77777777" w:rsidTr="00B819C8">
        <w:tc>
          <w:tcPr>
            <w:tcW w:w="2694" w:type="dxa"/>
            <w:vAlign w:val="center"/>
          </w:tcPr>
          <w:p w14:paraId="45379E26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147DA">
              <w:rPr>
                <w:rFonts w:ascii="Corbel" w:hAnsi="Corbel"/>
                <w:sz w:val="24"/>
                <w:szCs w:val="24"/>
              </w:rPr>
              <w:t>/y</w:t>
            </w:r>
            <w:r w:rsidRPr="00F147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BB0222" w14:textId="77777777" w:rsidR="0085747A" w:rsidRPr="00F147DA" w:rsidRDefault="00676B7E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I r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7639E8">
              <w:rPr>
                <w:rFonts w:ascii="Corbel" w:hAnsi="Corbel"/>
                <w:b w:val="0"/>
                <w:sz w:val="24"/>
                <w:szCs w:val="24"/>
              </w:rPr>
              <w:t xml:space="preserve"> – 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sem</w:t>
            </w:r>
            <w:r w:rsidR="007639E8">
              <w:rPr>
                <w:rFonts w:ascii="Corbel" w:hAnsi="Corbel"/>
                <w:b w:val="0"/>
                <w:sz w:val="24"/>
                <w:szCs w:val="24"/>
              </w:rPr>
              <w:t xml:space="preserve">estr 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1,2</w:t>
            </w:r>
          </w:p>
        </w:tc>
      </w:tr>
      <w:tr w:rsidR="0085747A" w:rsidRPr="00F147DA" w14:paraId="75F886F4" w14:textId="77777777" w:rsidTr="00B819C8">
        <w:tc>
          <w:tcPr>
            <w:tcW w:w="2694" w:type="dxa"/>
            <w:vAlign w:val="center"/>
          </w:tcPr>
          <w:p w14:paraId="7DA1185F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30DF70" w14:textId="77777777" w:rsidR="0085747A" w:rsidRPr="00F147DA" w:rsidRDefault="00DC66AC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góln</w:t>
            </w:r>
            <w:r w:rsidRPr="00F147DA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F147DA" w14:paraId="6604DC3F" w14:textId="77777777" w:rsidTr="00B819C8">
        <w:tc>
          <w:tcPr>
            <w:tcW w:w="2694" w:type="dxa"/>
            <w:vAlign w:val="center"/>
          </w:tcPr>
          <w:p w14:paraId="5A5E327A" w14:textId="77777777" w:rsidR="00923D7D" w:rsidRPr="00F147D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C36BA0" w14:textId="77777777" w:rsidR="00923D7D" w:rsidRPr="00F147DA" w:rsidRDefault="00DC6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147DA" w14:paraId="2EEB5226" w14:textId="77777777" w:rsidTr="00B819C8">
        <w:tc>
          <w:tcPr>
            <w:tcW w:w="2694" w:type="dxa"/>
            <w:vAlign w:val="center"/>
          </w:tcPr>
          <w:p w14:paraId="63825824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7C5591" w14:textId="77777777" w:rsidR="0085747A" w:rsidRPr="00F147DA" w:rsidRDefault="00DC6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r Miłosz Szczudło</w:t>
            </w:r>
          </w:p>
        </w:tc>
      </w:tr>
      <w:tr w:rsidR="0085747A" w:rsidRPr="00F147DA" w14:paraId="2BADC779" w14:textId="77777777" w:rsidTr="00B819C8">
        <w:tc>
          <w:tcPr>
            <w:tcW w:w="2694" w:type="dxa"/>
            <w:vAlign w:val="center"/>
          </w:tcPr>
          <w:p w14:paraId="14BB57AB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1F091E" w14:textId="77777777" w:rsidR="0085747A" w:rsidRPr="00F147D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4CA454C" w14:textId="77777777" w:rsidR="0085747A" w:rsidRPr="00F147D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* </w:t>
      </w:r>
      <w:r w:rsidRPr="00F147DA">
        <w:rPr>
          <w:rFonts w:ascii="Corbel" w:hAnsi="Corbel"/>
          <w:i/>
          <w:sz w:val="24"/>
          <w:szCs w:val="24"/>
        </w:rPr>
        <w:t>-</w:t>
      </w:r>
      <w:r w:rsidR="00B90885" w:rsidRPr="00F147D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147DA">
        <w:rPr>
          <w:rFonts w:ascii="Corbel" w:hAnsi="Corbel"/>
          <w:b w:val="0"/>
          <w:sz w:val="24"/>
          <w:szCs w:val="24"/>
        </w:rPr>
        <w:t>e,</w:t>
      </w:r>
      <w:r w:rsidRPr="00F147DA">
        <w:rPr>
          <w:rFonts w:ascii="Corbel" w:hAnsi="Corbel"/>
          <w:i/>
          <w:sz w:val="24"/>
          <w:szCs w:val="24"/>
        </w:rPr>
        <w:t xml:space="preserve"> </w:t>
      </w:r>
      <w:r w:rsidRPr="00F147D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147DA">
        <w:rPr>
          <w:rFonts w:ascii="Corbel" w:hAnsi="Corbel"/>
          <w:b w:val="0"/>
          <w:i/>
          <w:sz w:val="24"/>
          <w:szCs w:val="24"/>
        </w:rPr>
        <w:t>w Jednostce</w:t>
      </w:r>
    </w:p>
    <w:p w14:paraId="1ED1545F" w14:textId="77777777" w:rsidR="00923D7D" w:rsidRPr="00F147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F9E793B" w14:textId="77777777" w:rsidR="0085747A" w:rsidRPr="00F147D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1.</w:t>
      </w:r>
      <w:r w:rsidR="00E22FBC" w:rsidRPr="00F147DA">
        <w:rPr>
          <w:rFonts w:ascii="Corbel" w:hAnsi="Corbel"/>
          <w:sz w:val="24"/>
          <w:szCs w:val="24"/>
        </w:rPr>
        <w:t>1</w:t>
      </w:r>
      <w:r w:rsidRPr="00F147D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9DB987" w14:textId="77777777" w:rsidR="00923D7D" w:rsidRPr="00F147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147DA" w14:paraId="231422E7" w14:textId="77777777" w:rsidTr="00B47C6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5BDE" w14:textId="77777777" w:rsidR="00015B8F" w:rsidRPr="00F147DA" w:rsidRDefault="00015B8F" w:rsidP="00B47C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Semestr</w:t>
            </w:r>
          </w:p>
          <w:p w14:paraId="5B4815BC" w14:textId="77777777" w:rsidR="00015B8F" w:rsidRPr="00F147DA" w:rsidRDefault="002B5EA0" w:rsidP="00B47C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(</w:t>
            </w:r>
            <w:r w:rsidR="00363F78" w:rsidRPr="00F147D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AF13" w14:textId="77777777" w:rsidR="00015B8F" w:rsidRPr="00F147DA" w:rsidRDefault="00015B8F" w:rsidP="00B47C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Wykł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76DAE" w14:textId="77777777" w:rsidR="00015B8F" w:rsidRPr="00F147DA" w:rsidRDefault="00015B8F" w:rsidP="00B47C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776C4" w14:textId="77777777" w:rsidR="00015B8F" w:rsidRPr="00F147DA" w:rsidRDefault="00015B8F" w:rsidP="00B47C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Konw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40CC7" w14:textId="77777777" w:rsidR="00015B8F" w:rsidRPr="00F147DA" w:rsidRDefault="00015B8F" w:rsidP="00B47C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0462" w14:textId="77777777" w:rsidR="00015B8F" w:rsidRPr="00F147DA" w:rsidRDefault="00015B8F" w:rsidP="00B47C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Sem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187E" w14:textId="77777777" w:rsidR="00015B8F" w:rsidRPr="00F147DA" w:rsidRDefault="00015B8F" w:rsidP="00B47C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5B09" w14:textId="77777777" w:rsidR="00015B8F" w:rsidRPr="00F147DA" w:rsidRDefault="00015B8F" w:rsidP="00B47C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Prakt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D4A21" w14:textId="77777777" w:rsidR="00015B8F" w:rsidRPr="00F147DA" w:rsidRDefault="00015B8F" w:rsidP="00B47C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9029" w14:textId="77777777" w:rsidR="00015B8F" w:rsidRPr="00F147DA" w:rsidRDefault="00015B8F" w:rsidP="00B47C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147DA">
              <w:rPr>
                <w:rFonts w:ascii="Corbel" w:hAnsi="Corbel"/>
                <w:b/>
                <w:szCs w:val="24"/>
              </w:rPr>
              <w:t>Liczba pkt</w:t>
            </w:r>
            <w:r w:rsidR="00B90885" w:rsidRPr="00F147DA">
              <w:rPr>
                <w:rFonts w:ascii="Corbel" w:hAnsi="Corbel"/>
                <w:b/>
                <w:szCs w:val="24"/>
              </w:rPr>
              <w:t>.</w:t>
            </w:r>
            <w:r w:rsidRPr="00F147D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147DA" w14:paraId="1B4A29B4" w14:textId="77777777" w:rsidTr="00B47C6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BBFA0" w14:textId="77777777" w:rsidR="00015B8F" w:rsidRPr="00F147DA" w:rsidRDefault="00ED432E" w:rsidP="00B47C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33072" w14:textId="77777777" w:rsidR="00015B8F" w:rsidRPr="00F147DA" w:rsidRDefault="00015B8F" w:rsidP="00B47C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5EA8" w14:textId="77777777" w:rsidR="00015B8F" w:rsidRPr="00F147DA" w:rsidRDefault="00ED432E" w:rsidP="00B47C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1352" w14:textId="77777777" w:rsidR="00015B8F" w:rsidRPr="00F147DA" w:rsidRDefault="00015B8F" w:rsidP="00B47C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04C9" w14:textId="77777777" w:rsidR="00015B8F" w:rsidRPr="00F147DA" w:rsidRDefault="00015B8F" w:rsidP="00B47C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5E40" w14:textId="77777777" w:rsidR="00015B8F" w:rsidRPr="00F147DA" w:rsidRDefault="00015B8F" w:rsidP="00B47C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7ECF" w14:textId="77777777" w:rsidR="00015B8F" w:rsidRPr="00F147DA" w:rsidRDefault="00015B8F" w:rsidP="00B47C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C8EF" w14:textId="77777777" w:rsidR="00015B8F" w:rsidRPr="00F147DA" w:rsidRDefault="00015B8F" w:rsidP="00B47C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2482" w14:textId="77777777" w:rsidR="00015B8F" w:rsidRPr="00F147DA" w:rsidRDefault="00015B8F" w:rsidP="00B47C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6519" w14:textId="77777777" w:rsidR="00015B8F" w:rsidRPr="00F147DA" w:rsidRDefault="007639E8" w:rsidP="00B47C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0395F" w:rsidRPr="00F147DA" w14:paraId="489BD071" w14:textId="77777777" w:rsidTr="00B47C6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AC05" w14:textId="77777777" w:rsidR="0030395F" w:rsidRPr="00F147DA" w:rsidRDefault="00ED432E" w:rsidP="00B47C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F630" w14:textId="77777777" w:rsidR="0030395F" w:rsidRPr="00F147DA" w:rsidRDefault="0030395F" w:rsidP="00B47C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65605" w14:textId="77777777" w:rsidR="0030395F" w:rsidRPr="00F147DA" w:rsidRDefault="00ED432E" w:rsidP="00B47C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DBB3" w14:textId="77777777" w:rsidR="0030395F" w:rsidRPr="00F147DA" w:rsidRDefault="0030395F" w:rsidP="00B47C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52B8" w14:textId="77777777" w:rsidR="0030395F" w:rsidRPr="00F147DA" w:rsidRDefault="0030395F" w:rsidP="00B47C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53DE0" w14:textId="77777777" w:rsidR="0030395F" w:rsidRPr="00F147DA" w:rsidRDefault="0030395F" w:rsidP="00B47C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9CD5" w14:textId="77777777" w:rsidR="0030395F" w:rsidRPr="00F147DA" w:rsidRDefault="0030395F" w:rsidP="00B47C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64EF" w14:textId="77777777" w:rsidR="0030395F" w:rsidRPr="00F147DA" w:rsidRDefault="0030395F" w:rsidP="00B47C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0D83A" w14:textId="77777777" w:rsidR="0030395F" w:rsidRPr="00F147DA" w:rsidRDefault="0030395F" w:rsidP="00B47C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F3C6" w14:textId="77777777" w:rsidR="0030395F" w:rsidRPr="00F147DA" w:rsidRDefault="00ED432E" w:rsidP="00B47C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1C984CE7" w14:textId="77777777" w:rsidR="00923D7D" w:rsidRPr="00F147D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CB0932" w14:textId="77777777" w:rsidR="00923D7D" w:rsidRPr="00F147D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2C7D63" w14:textId="77777777" w:rsidR="0085747A" w:rsidRPr="00F147D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1.</w:t>
      </w:r>
      <w:r w:rsidR="00E22FBC" w:rsidRPr="00F147DA">
        <w:rPr>
          <w:rFonts w:ascii="Corbel" w:hAnsi="Corbel"/>
          <w:smallCaps w:val="0"/>
          <w:szCs w:val="24"/>
        </w:rPr>
        <w:t>2</w:t>
      </w:r>
      <w:r w:rsidR="00F83B28" w:rsidRPr="00F147DA">
        <w:rPr>
          <w:rFonts w:ascii="Corbel" w:hAnsi="Corbel"/>
          <w:smallCaps w:val="0"/>
          <w:szCs w:val="24"/>
        </w:rPr>
        <w:t>.</w:t>
      </w:r>
      <w:r w:rsidR="00F83B28"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 xml:space="preserve">Sposób realizacji zajęć  </w:t>
      </w:r>
    </w:p>
    <w:p w14:paraId="4ED2F79C" w14:textId="77777777" w:rsidR="0085747A" w:rsidRPr="00F147DA" w:rsidRDefault="00DC66A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eastAsia="MS Gothic" w:hAnsi="Corbel"/>
          <w:szCs w:val="24"/>
        </w:rPr>
        <w:sym w:font="Wingdings" w:char="F0FE"/>
      </w:r>
      <w:r w:rsidR="0085747A" w:rsidRPr="00F147D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E7201CD" w14:textId="77777777" w:rsidR="0085747A" w:rsidRPr="00F147D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Segoe UI Symbol" w:eastAsia="MS Gothic" w:hAnsi="Segoe UI Symbol" w:cs="Segoe UI Symbol"/>
          <w:b w:val="0"/>
          <w:szCs w:val="24"/>
        </w:rPr>
        <w:t>☐</w:t>
      </w:r>
      <w:r w:rsidRPr="00F147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BBDF0D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68DDCD" w14:textId="77777777" w:rsidR="00E22FBC" w:rsidRPr="00F147D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1.3 </w:t>
      </w:r>
      <w:r w:rsidR="00F83B28"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>For</w:t>
      </w:r>
      <w:r w:rsidR="00445970" w:rsidRPr="00F147DA">
        <w:rPr>
          <w:rFonts w:ascii="Corbel" w:hAnsi="Corbel"/>
          <w:smallCaps w:val="0"/>
          <w:szCs w:val="24"/>
        </w:rPr>
        <w:t xml:space="preserve">ma zaliczenia przedmiotu </w:t>
      </w:r>
      <w:r w:rsidRPr="00F147DA">
        <w:rPr>
          <w:rFonts w:ascii="Corbel" w:hAnsi="Corbel"/>
          <w:smallCaps w:val="0"/>
          <w:szCs w:val="24"/>
        </w:rPr>
        <w:t xml:space="preserve"> (z toku) </w:t>
      </w:r>
      <w:r w:rsidRPr="00F147D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11C06A" w14:textId="77777777" w:rsidR="00DC66AC" w:rsidRPr="00F147DA" w:rsidRDefault="00DC66A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b w:val="0"/>
          <w:szCs w:val="24"/>
        </w:rPr>
        <w:t>Ćwiczenia: zaliczenie z oceną</w:t>
      </w:r>
    </w:p>
    <w:p w14:paraId="3E0F6C2A" w14:textId="77777777" w:rsidR="009C54AE" w:rsidRPr="00F147D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B54FF0" w14:textId="77777777" w:rsidR="00E960BB" w:rsidRPr="00F147D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C88B5E" w14:textId="77777777" w:rsidR="00E960BB" w:rsidRPr="00F147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47DA" w14:paraId="7DEDCA99" w14:textId="77777777" w:rsidTr="00745302">
        <w:tc>
          <w:tcPr>
            <w:tcW w:w="9670" w:type="dxa"/>
          </w:tcPr>
          <w:p w14:paraId="0697859F" w14:textId="77777777" w:rsidR="0085747A" w:rsidRPr="00F147DA" w:rsidRDefault="00ED432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przeciwwskazań zdrowotnych do aktywnego uczestnictwa w programowych zajęciach wychowania fizycznego.</w:t>
            </w:r>
          </w:p>
        </w:tc>
      </w:tr>
    </w:tbl>
    <w:p w14:paraId="2682455F" w14:textId="77777777" w:rsidR="00153C41" w:rsidRPr="00F147D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AC15AA" w14:textId="77777777" w:rsidR="0085747A" w:rsidRPr="00F147D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szCs w:val="24"/>
        </w:rPr>
        <w:t>3.</w:t>
      </w:r>
      <w:r w:rsidR="0085747A" w:rsidRPr="00F147DA">
        <w:rPr>
          <w:rFonts w:ascii="Corbel" w:hAnsi="Corbel"/>
          <w:szCs w:val="24"/>
        </w:rPr>
        <w:t xml:space="preserve"> </w:t>
      </w:r>
      <w:r w:rsidR="00A84C85" w:rsidRPr="00F147DA">
        <w:rPr>
          <w:rFonts w:ascii="Corbel" w:hAnsi="Corbel"/>
          <w:szCs w:val="24"/>
        </w:rPr>
        <w:t>cele, efekty uczenia się</w:t>
      </w:r>
      <w:r w:rsidR="0085747A" w:rsidRPr="00F147DA">
        <w:rPr>
          <w:rFonts w:ascii="Corbel" w:hAnsi="Corbel"/>
          <w:szCs w:val="24"/>
        </w:rPr>
        <w:t xml:space="preserve"> , treści Programowe i stosowane metody Dydaktyczne</w:t>
      </w:r>
    </w:p>
    <w:p w14:paraId="5AC817E3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49467E" w14:textId="77777777" w:rsidR="0085747A" w:rsidRPr="00F147D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3.1 </w:t>
      </w:r>
      <w:r w:rsidR="00C05F44" w:rsidRPr="00F147DA">
        <w:rPr>
          <w:rFonts w:ascii="Corbel" w:hAnsi="Corbel"/>
          <w:sz w:val="24"/>
          <w:szCs w:val="24"/>
        </w:rPr>
        <w:t>Cele przedmiotu</w:t>
      </w:r>
    </w:p>
    <w:p w14:paraId="1B222040" w14:textId="77777777" w:rsidR="00F83B28" w:rsidRPr="00F147D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F147DA" w14:paraId="1A7E8A53" w14:textId="77777777" w:rsidTr="00923D7D">
        <w:tc>
          <w:tcPr>
            <w:tcW w:w="851" w:type="dxa"/>
            <w:vAlign w:val="center"/>
          </w:tcPr>
          <w:p w14:paraId="073BEDE0" w14:textId="77777777" w:rsidR="0085747A" w:rsidRPr="00F147D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1216DD0" w14:textId="77777777"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Krzewienie świadomości kultury fizycznej u młodzieży uniwersyteckiej</w:t>
            </w:r>
          </w:p>
        </w:tc>
      </w:tr>
      <w:tr w:rsidR="00ED432E" w:rsidRPr="00F147DA" w14:paraId="3567D545" w14:textId="77777777" w:rsidTr="00923D7D">
        <w:tc>
          <w:tcPr>
            <w:tcW w:w="851" w:type="dxa"/>
            <w:vAlign w:val="center"/>
          </w:tcPr>
          <w:p w14:paraId="038D49C1" w14:textId="77777777"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E531C0C" w14:textId="77777777"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Harmonijny rozwój psychomotoryczny młodzieży</w:t>
            </w:r>
          </w:p>
        </w:tc>
      </w:tr>
      <w:tr w:rsidR="00ED432E" w:rsidRPr="00F147DA" w14:paraId="28AE0710" w14:textId="77777777" w:rsidTr="00923D7D">
        <w:tc>
          <w:tcPr>
            <w:tcW w:w="851" w:type="dxa"/>
            <w:vAlign w:val="center"/>
          </w:tcPr>
          <w:p w14:paraId="6B6D9AE5" w14:textId="77777777"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6DC336F" w14:textId="77777777"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ED432E" w:rsidRPr="00F147DA" w14:paraId="532A65F7" w14:textId="77777777" w:rsidTr="00923D7D">
        <w:tc>
          <w:tcPr>
            <w:tcW w:w="851" w:type="dxa"/>
            <w:vAlign w:val="center"/>
          </w:tcPr>
          <w:p w14:paraId="3751AD35" w14:textId="77777777"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36E8D2A" w14:textId="77777777"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wychowawczych i społecznych związanych z działalnością w grupie.</w:t>
            </w:r>
          </w:p>
        </w:tc>
      </w:tr>
      <w:tr w:rsidR="0085747A" w:rsidRPr="00F147DA" w14:paraId="246C7F62" w14:textId="77777777" w:rsidTr="00923D7D">
        <w:tc>
          <w:tcPr>
            <w:tcW w:w="851" w:type="dxa"/>
            <w:vAlign w:val="center"/>
          </w:tcPr>
          <w:p w14:paraId="1C96892D" w14:textId="77777777" w:rsidR="0085747A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6195205" w14:textId="77777777"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przez całe życie</w:t>
            </w:r>
          </w:p>
        </w:tc>
      </w:tr>
      <w:tr w:rsidR="0085747A" w:rsidRPr="00F147DA" w14:paraId="01EA58FC" w14:textId="77777777" w:rsidTr="00923D7D">
        <w:tc>
          <w:tcPr>
            <w:tcW w:w="851" w:type="dxa"/>
            <w:vAlign w:val="center"/>
          </w:tcPr>
          <w:p w14:paraId="715F85DA" w14:textId="77777777"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789EDF53" w14:textId="77777777"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Rozwijanie szczególnych umiejętności w zakresie wybranych form aktywności.</w:t>
            </w:r>
          </w:p>
        </w:tc>
      </w:tr>
    </w:tbl>
    <w:p w14:paraId="16646955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2994AF" w14:textId="77777777" w:rsidR="001D7B54" w:rsidRPr="00F147D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3.2 </w:t>
      </w:r>
      <w:r w:rsidR="001D7B54" w:rsidRPr="00F147DA">
        <w:rPr>
          <w:rFonts w:ascii="Corbel" w:hAnsi="Corbel"/>
          <w:b/>
          <w:sz w:val="24"/>
          <w:szCs w:val="24"/>
        </w:rPr>
        <w:t xml:space="preserve">Efekty </w:t>
      </w:r>
      <w:r w:rsidR="00C05F44" w:rsidRPr="00F147D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147DA">
        <w:rPr>
          <w:rFonts w:ascii="Corbel" w:hAnsi="Corbel"/>
          <w:b/>
          <w:sz w:val="24"/>
          <w:szCs w:val="24"/>
        </w:rPr>
        <w:t>dla przedmiotu</w:t>
      </w:r>
      <w:r w:rsidR="00445970" w:rsidRPr="00F147DA">
        <w:rPr>
          <w:rFonts w:ascii="Corbel" w:hAnsi="Corbel"/>
          <w:sz w:val="24"/>
          <w:szCs w:val="24"/>
        </w:rPr>
        <w:t xml:space="preserve"> </w:t>
      </w:r>
    </w:p>
    <w:p w14:paraId="4739CDE6" w14:textId="77777777" w:rsidR="001D7B54" w:rsidRPr="00F147D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6"/>
        <w:gridCol w:w="6376"/>
        <w:gridCol w:w="1728"/>
      </w:tblGrid>
      <w:tr w:rsidR="0085747A" w:rsidRPr="00F147DA" w14:paraId="54ADFA60" w14:textId="77777777" w:rsidTr="00F95011">
        <w:tc>
          <w:tcPr>
            <w:tcW w:w="1416" w:type="dxa"/>
            <w:vAlign w:val="center"/>
          </w:tcPr>
          <w:p w14:paraId="0F9CBF9B" w14:textId="77777777" w:rsidR="0085747A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147D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147D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6" w:type="dxa"/>
            <w:vAlign w:val="center"/>
          </w:tcPr>
          <w:p w14:paraId="0B6F68FD" w14:textId="77777777" w:rsidR="0085747A" w:rsidRPr="00F147D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28" w:type="dxa"/>
            <w:vAlign w:val="center"/>
          </w:tcPr>
          <w:p w14:paraId="4C1B76EB" w14:textId="77777777" w:rsidR="0085747A" w:rsidRPr="00F147D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147D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147DA" w14:paraId="6E49E300" w14:textId="77777777" w:rsidTr="00F95011">
        <w:tc>
          <w:tcPr>
            <w:tcW w:w="1416" w:type="dxa"/>
          </w:tcPr>
          <w:p w14:paraId="316B0905" w14:textId="77777777"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147D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6" w:type="dxa"/>
          </w:tcPr>
          <w:p w14:paraId="7245DDFA" w14:textId="77777777" w:rsidR="00F147DA" w:rsidRPr="00E8790C" w:rsidRDefault="00F147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790C">
              <w:rPr>
                <w:rFonts w:ascii="Corbel" w:hAnsi="Corbel"/>
                <w:b w:val="0"/>
                <w:smallCaps w:val="0"/>
                <w:szCs w:val="24"/>
              </w:rPr>
              <w:t>Podejm</w:t>
            </w:r>
            <w:r w:rsidR="00461443" w:rsidRPr="00E8790C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E8790C">
              <w:rPr>
                <w:rFonts w:ascii="Corbel" w:hAnsi="Corbel"/>
                <w:b w:val="0"/>
                <w:smallCaps w:val="0"/>
                <w:szCs w:val="24"/>
              </w:rPr>
              <w:t xml:space="preserve"> działania na rzecz własnego rozwoju w tym rozwoju fizycznego i rozwoju innych uczestników procesów pedagogicznych związanych z pracą na rzecz rodziny.</w:t>
            </w:r>
            <w:r w:rsidR="00634F89" w:rsidRPr="00E8790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D61C5DD" w14:textId="77777777" w:rsidR="0085747A" w:rsidRPr="00E8790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28" w:type="dxa"/>
          </w:tcPr>
          <w:p w14:paraId="2AF0ADD7" w14:textId="77777777" w:rsidR="0085747A" w:rsidRPr="00E8790C" w:rsidRDefault="009635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790C">
              <w:rPr>
                <w:rFonts w:ascii="Corbel" w:hAnsi="Corbel"/>
                <w:b w:val="0"/>
                <w:szCs w:val="24"/>
              </w:rPr>
              <w:t>K_</w:t>
            </w:r>
            <w:r w:rsidR="00461443" w:rsidRPr="00E8790C">
              <w:rPr>
                <w:rFonts w:ascii="Corbel" w:hAnsi="Corbel"/>
                <w:b w:val="0"/>
                <w:szCs w:val="24"/>
              </w:rPr>
              <w:t>U</w:t>
            </w:r>
            <w:r w:rsidRPr="00E8790C">
              <w:rPr>
                <w:rFonts w:ascii="Corbel" w:hAnsi="Corbel"/>
                <w:b w:val="0"/>
                <w:szCs w:val="24"/>
              </w:rPr>
              <w:t>02</w:t>
            </w:r>
          </w:p>
        </w:tc>
      </w:tr>
      <w:tr w:rsidR="0085747A" w:rsidRPr="00F147DA" w14:paraId="30DB4F28" w14:textId="77777777" w:rsidTr="00F95011">
        <w:tc>
          <w:tcPr>
            <w:tcW w:w="1416" w:type="dxa"/>
          </w:tcPr>
          <w:p w14:paraId="2396654C" w14:textId="77777777"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6" w:type="dxa"/>
          </w:tcPr>
          <w:p w14:paraId="5BB8D678" w14:textId="77777777" w:rsidR="0085747A" w:rsidRPr="00E8790C" w:rsidRDefault="00F147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790C">
              <w:rPr>
                <w:rFonts w:ascii="Corbel" w:hAnsi="Corbel"/>
                <w:b w:val="0"/>
                <w:smallCaps w:val="0"/>
                <w:szCs w:val="24"/>
              </w:rPr>
              <w:t>Dokon</w:t>
            </w:r>
            <w:r w:rsidR="00634F89" w:rsidRPr="00E8790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E8790C">
              <w:rPr>
                <w:rFonts w:ascii="Corbel" w:hAnsi="Corbel"/>
                <w:b w:val="0"/>
                <w:smallCaps w:val="0"/>
                <w:szCs w:val="24"/>
              </w:rPr>
              <w:t xml:space="preserve"> analizy i interpretacji własnych działań i umiejętności </w:t>
            </w:r>
            <w:r w:rsidR="00834E2F" w:rsidRPr="00E8790C">
              <w:rPr>
                <w:rFonts w:ascii="Corbel" w:hAnsi="Corbel"/>
                <w:b w:val="0"/>
                <w:smallCaps w:val="0"/>
                <w:szCs w:val="24"/>
              </w:rPr>
              <w:t>związanych wykorzystywaniem w praktyce ćwiczeń fizycznych, mających</w:t>
            </w:r>
            <w:r w:rsidR="00ED432E" w:rsidRPr="00E8790C">
              <w:rPr>
                <w:rFonts w:ascii="Corbel" w:hAnsi="Corbel"/>
                <w:b w:val="0"/>
                <w:smallCaps w:val="0"/>
                <w:szCs w:val="24"/>
              </w:rPr>
              <w:t xml:space="preserve"> wpływ na motorykę organizmu.</w:t>
            </w:r>
            <w:r w:rsidR="00634F89" w:rsidRPr="00E8790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728" w:type="dxa"/>
          </w:tcPr>
          <w:p w14:paraId="5D08ACD5" w14:textId="77777777" w:rsidR="0085747A" w:rsidRPr="00E8790C" w:rsidRDefault="009635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790C">
              <w:rPr>
                <w:rFonts w:ascii="Corbel" w:hAnsi="Corbel"/>
                <w:b w:val="0"/>
                <w:szCs w:val="24"/>
              </w:rPr>
              <w:t>K_</w:t>
            </w:r>
            <w:r w:rsidR="00634F89" w:rsidRPr="00E8790C">
              <w:rPr>
                <w:rFonts w:ascii="Corbel" w:hAnsi="Corbel"/>
                <w:b w:val="0"/>
                <w:szCs w:val="24"/>
              </w:rPr>
              <w:t>U02</w:t>
            </w:r>
          </w:p>
        </w:tc>
      </w:tr>
      <w:tr w:rsidR="00ED432E" w:rsidRPr="00F147DA" w14:paraId="429ED230" w14:textId="77777777" w:rsidTr="00F95011">
        <w:tc>
          <w:tcPr>
            <w:tcW w:w="1416" w:type="dxa"/>
          </w:tcPr>
          <w:p w14:paraId="68787AF5" w14:textId="77777777" w:rsidR="00ED432E" w:rsidRPr="00634F89" w:rsidRDefault="00ED43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4F8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9501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376" w:type="dxa"/>
          </w:tcPr>
          <w:p w14:paraId="71120981" w14:textId="77777777" w:rsidR="00ED432E" w:rsidRPr="00E8790C" w:rsidRDefault="004548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790C">
              <w:rPr>
                <w:rFonts w:ascii="Corbel" w:hAnsi="Corbel"/>
                <w:b w:val="0"/>
                <w:smallCaps w:val="0"/>
                <w:szCs w:val="24"/>
              </w:rPr>
              <w:t>Wymieni i przedstawi podstawowe zasady b</w:t>
            </w:r>
            <w:r w:rsidR="00DD4AA5" w:rsidRPr="00E8790C">
              <w:rPr>
                <w:rFonts w:ascii="Corbel" w:hAnsi="Corbel"/>
                <w:b w:val="0"/>
                <w:smallCaps w:val="0"/>
                <w:szCs w:val="24"/>
              </w:rPr>
              <w:t>ezpieczeństwa i higieny pracy, także w</w:t>
            </w:r>
            <w:r w:rsidR="00ED432E" w:rsidRPr="00E8790C">
              <w:rPr>
                <w:rFonts w:ascii="Corbel" w:hAnsi="Corbel"/>
                <w:b w:val="0"/>
                <w:smallCaps w:val="0"/>
                <w:szCs w:val="24"/>
              </w:rPr>
              <w:t xml:space="preserve">spółpracuje w zespole  stosując zasady „fair </w:t>
            </w:r>
            <w:proofErr w:type="spellStart"/>
            <w:r w:rsidR="00ED432E" w:rsidRPr="00E8790C">
              <w:rPr>
                <w:rFonts w:ascii="Corbel" w:hAnsi="Corbel"/>
                <w:b w:val="0"/>
                <w:smallCaps w:val="0"/>
                <w:szCs w:val="24"/>
              </w:rPr>
              <w:t>play</w:t>
            </w:r>
            <w:proofErr w:type="spellEnd"/>
            <w:r w:rsidR="00ED432E" w:rsidRPr="00E8790C">
              <w:rPr>
                <w:rFonts w:ascii="Corbel" w:hAnsi="Corbel"/>
                <w:b w:val="0"/>
                <w:smallCaps w:val="0"/>
                <w:szCs w:val="24"/>
              </w:rPr>
              <w:t>”.</w:t>
            </w:r>
          </w:p>
        </w:tc>
        <w:tc>
          <w:tcPr>
            <w:tcW w:w="1728" w:type="dxa"/>
          </w:tcPr>
          <w:p w14:paraId="5C038768" w14:textId="77777777" w:rsidR="009635BD" w:rsidRPr="00E8790C" w:rsidRDefault="009635BD" w:rsidP="00963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790C">
              <w:rPr>
                <w:rFonts w:ascii="Corbel" w:hAnsi="Corbel"/>
                <w:b w:val="0"/>
                <w:szCs w:val="24"/>
              </w:rPr>
              <w:t>K_W10</w:t>
            </w:r>
          </w:p>
          <w:p w14:paraId="0E6E9034" w14:textId="77777777" w:rsidR="00ED432E" w:rsidRPr="00E8790C" w:rsidRDefault="00ED43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D432E" w:rsidRPr="00F147DA" w14:paraId="38315E42" w14:textId="77777777" w:rsidTr="00F95011">
        <w:tc>
          <w:tcPr>
            <w:tcW w:w="1416" w:type="dxa"/>
          </w:tcPr>
          <w:p w14:paraId="61F25739" w14:textId="77777777" w:rsidR="00ED432E" w:rsidRDefault="00ED43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501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9501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909131B" w14:textId="77777777" w:rsidR="00461443" w:rsidRPr="00F147DA" w:rsidRDefault="004614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376" w:type="dxa"/>
          </w:tcPr>
          <w:p w14:paraId="5C2EADC7" w14:textId="77777777" w:rsidR="00ED432E" w:rsidRPr="00E8790C" w:rsidRDefault="00461443" w:rsidP="00DD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790C">
              <w:rPr>
                <w:rFonts w:ascii="Corbel" w:hAnsi="Corbel"/>
                <w:b w:val="0"/>
                <w:smallCaps w:val="0"/>
                <w:szCs w:val="24"/>
              </w:rPr>
              <w:t xml:space="preserve">Podejmie indywidualne i zespołowe działania </w:t>
            </w:r>
            <w:r w:rsidR="00F95011" w:rsidRPr="00E8790C">
              <w:rPr>
                <w:rFonts w:ascii="Corbel" w:hAnsi="Corbel"/>
                <w:b w:val="0"/>
                <w:smallCaps w:val="0"/>
                <w:szCs w:val="24"/>
              </w:rPr>
              <w:t xml:space="preserve">pomocowe </w:t>
            </w:r>
            <w:r w:rsidRPr="00E8790C">
              <w:rPr>
                <w:rFonts w:ascii="Corbel" w:hAnsi="Corbel"/>
                <w:b w:val="0"/>
                <w:smallCaps w:val="0"/>
                <w:szCs w:val="24"/>
              </w:rPr>
              <w:t xml:space="preserve">w środowisku na rzecz rodziny z wykorzystaniem różnych </w:t>
            </w:r>
            <w:r w:rsidR="00F95011" w:rsidRPr="00E8790C">
              <w:rPr>
                <w:rFonts w:ascii="Corbel" w:hAnsi="Corbel"/>
                <w:b w:val="0"/>
                <w:smallCaps w:val="0"/>
                <w:szCs w:val="24"/>
              </w:rPr>
              <w:t>form aktywności ruchowej. Kreuje wartości aktywności ruchowej jako formy relaksu fizycznego i psychicznego dla całej rodziny.</w:t>
            </w:r>
          </w:p>
        </w:tc>
        <w:tc>
          <w:tcPr>
            <w:tcW w:w="1728" w:type="dxa"/>
          </w:tcPr>
          <w:p w14:paraId="05CD8343" w14:textId="77777777" w:rsidR="009635BD" w:rsidRPr="00E8790C" w:rsidRDefault="009635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790C">
              <w:rPr>
                <w:rFonts w:ascii="Corbel" w:hAnsi="Corbel"/>
                <w:b w:val="0"/>
                <w:szCs w:val="24"/>
              </w:rPr>
              <w:t>K_K0</w:t>
            </w:r>
            <w:r w:rsidR="00F95011" w:rsidRPr="00E8790C">
              <w:rPr>
                <w:rFonts w:ascii="Corbel" w:hAnsi="Corbel"/>
                <w:b w:val="0"/>
                <w:szCs w:val="24"/>
              </w:rPr>
              <w:t>2</w:t>
            </w:r>
          </w:p>
        </w:tc>
      </w:tr>
    </w:tbl>
    <w:p w14:paraId="58F9D74D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C59033" w14:textId="77777777" w:rsidR="0085747A" w:rsidRPr="00F147D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>3.3</w:t>
      </w:r>
      <w:r w:rsidR="001D7B54" w:rsidRPr="00F147DA">
        <w:rPr>
          <w:rFonts w:ascii="Corbel" w:hAnsi="Corbel"/>
          <w:b/>
          <w:sz w:val="24"/>
          <w:szCs w:val="24"/>
        </w:rPr>
        <w:t xml:space="preserve"> </w:t>
      </w:r>
      <w:r w:rsidR="0085747A" w:rsidRPr="00F147DA">
        <w:rPr>
          <w:rFonts w:ascii="Corbel" w:hAnsi="Corbel"/>
          <w:b/>
          <w:sz w:val="24"/>
          <w:szCs w:val="24"/>
        </w:rPr>
        <w:t>T</w:t>
      </w:r>
      <w:r w:rsidR="001D7B54" w:rsidRPr="00F147D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147DA">
        <w:rPr>
          <w:rFonts w:ascii="Corbel" w:hAnsi="Corbel"/>
          <w:sz w:val="24"/>
          <w:szCs w:val="24"/>
        </w:rPr>
        <w:t xml:space="preserve">  </w:t>
      </w:r>
    </w:p>
    <w:p w14:paraId="4D39A53B" w14:textId="77777777" w:rsidR="0085747A" w:rsidRPr="00F147D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Problematyka wykładu </w:t>
      </w:r>
    </w:p>
    <w:p w14:paraId="3784A4D2" w14:textId="77777777" w:rsidR="00675843" w:rsidRPr="00F147DA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nie dotyczy</w:t>
      </w:r>
    </w:p>
    <w:p w14:paraId="76B3E4B4" w14:textId="77777777" w:rsidR="00676B7E" w:rsidRPr="00F147DA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E59B41D" w14:textId="77777777" w:rsidR="0085747A" w:rsidRPr="00F147D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147DA">
        <w:rPr>
          <w:rFonts w:ascii="Corbel" w:hAnsi="Corbel"/>
          <w:sz w:val="24"/>
          <w:szCs w:val="24"/>
        </w:rPr>
        <w:t xml:space="preserve">, </w:t>
      </w:r>
      <w:r w:rsidRPr="00F147DA">
        <w:rPr>
          <w:rFonts w:ascii="Corbel" w:hAnsi="Corbel"/>
          <w:sz w:val="24"/>
          <w:szCs w:val="24"/>
        </w:rPr>
        <w:t xml:space="preserve">zajęć praktycznych </w:t>
      </w:r>
    </w:p>
    <w:p w14:paraId="025FBDF1" w14:textId="77777777" w:rsidR="0085747A" w:rsidRPr="00F147D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47DA" w14:paraId="47C3C464" w14:textId="77777777" w:rsidTr="00923D7D">
        <w:tc>
          <w:tcPr>
            <w:tcW w:w="9639" w:type="dxa"/>
          </w:tcPr>
          <w:p w14:paraId="2E066E57" w14:textId="77777777" w:rsidR="0085747A" w:rsidRPr="00F147D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3984" w:rsidRPr="00F147DA" w14:paraId="3459AE67" w14:textId="77777777" w:rsidTr="00923D7D">
        <w:tc>
          <w:tcPr>
            <w:tcW w:w="9639" w:type="dxa"/>
          </w:tcPr>
          <w:p w14:paraId="3C52176E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 xml:space="preserve">Omówienie zasad bezpiecznego korzystania z obiektów, przyrządów i środowisk związanych z uprawianiem różnych dyscyplin sportu. Zapoznanie z regulaminem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CSiR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>. Organizacja, higiena i porządek pracy.</w:t>
            </w:r>
          </w:p>
        </w:tc>
      </w:tr>
      <w:tr w:rsidR="0085747A" w:rsidRPr="00F147DA" w14:paraId="597AD130" w14:textId="77777777" w:rsidTr="00923D7D">
        <w:tc>
          <w:tcPr>
            <w:tcW w:w="9639" w:type="dxa"/>
          </w:tcPr>
          <w:p w14:paraId="6F847E48" w14:textId="77777777"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Gry i zabawy ruchowe, różne formy wyścigów z wykorzystaniem sprzętu sportowego.</w:t>
            </w:r>
          </w:p>
          <w:p w14:paraId="48ED7A54" w14:textId="77777777" w:rsidR="0085747A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Ćw. ogólnorozwojowe.</w:t>
            </w:r>
          </w:p>
        </w:tc>
      </w:tr>
      <w:tr w:rsidR="0085747A" w:rsidRPr="00F147DA" w14:paraId="7F712786" w14:textId="77777777" w:rsidTr="00923D7D">
        <w:tc>
          <w:tcPr>
            <w:tcW w:w="9639" w:type="dxa"/>
          </w:tcPr>
          <w:p w14:paraId="57B8151F" w14:textId="77777777" w:rsidR="00723984" w:rsidRPr="00F147DA" w:rsidRDefault="00723984" w:rsidP="00723984">
            <w:pPr>
              <w:tabs>
                <w:tab w:val="left" w:pos="258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Ćwiczenia kształtujące prawidłową postawę ciała z wykorzystaniem przyrządów i przyborów. </w:t>
            </w:r>
          </w:p>
          <w:p w14:paraId="4C0F3BAD" w14:textId="77777777" w:rsidR="0085747A" w:rsidRPr="00F147DA" w:rsidRDefault="00723984" w:rsidP="00723984">
            <w:pPr>
              <w:pStyle w:val="Akapitzlist"/>
              <w:tabs>
                <w:tab w:val="left" w:pos="25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Koncepcje i cele promocji zdrowia oraz zachowania zagrażające sprawności funkcjonalnej człowieka.</w:t>
            </w:r>
          </w:p>
        </w:tc>
      </w:tr>
      <w:tr w:rsidR="00723984" w:rsidRPr="00F147DA" w14:paraId="0EAE76CE" w14:textId="77777777" w:rsidTr="00923D7D">
        <w:tc>
          <w:tcPr>
            <w:tcW w:w="9639" w:type="dxa"/>
          </w:tcPr>
          <w:p w14:paraId="33062B0E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 : Doskonalenie odbić i zagrywki sposobem górnym i dolnym. Ćw. kształtujące koordynację wzrokowo – ruchową. Taktyka rozegrania piłki w stałych fragmentach gry szkolnej.</w:t>
            </w:r>
          </w:p>
        </w:tc>
      </w:tr>
      <w:tr w:rsidR="00723984" w:rsidRPr="00F147DA" w14:paraId="4FE25C89" w14:textId="77777777" w:rsidTr="00923D7D">
        <w:tc>
          <w:tcPr>
            <w:tcW w:w="9639" w:type="dxa"/>
          </w:tcPr>
          <w:p w14:paraId="56107196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Siatkowa: Doskonalenie : wystawy, ataku i zastawiania pojedynczym blokiem. Doskonalenie zastawiania , bloku pojedynczego i podwójnego – gra szkolna. Przepisy gry.</w:t>
            </w:r>
          </w:p>
        </w:tc>
      </w:tr>
      <w:tr w:rsidR="00723984" w:rsidRPr="00F147DA" w14:paraId="663F409C" w14:textId="77777777" w:rsidTr="00923D7D">
        <w:tc>
          <w:tcPr>
            <w:tcW w:w="9639" w:type="dxa"/>
          </w:tcPr>
          <w:p w14:paraId="3A04D3D4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Siatkowa:  Zadania kontrolno – oceniające – stosowanie znanych elementów techniki podczas gry szkolnej. Przepisy i sędziowanie.</w:t>
            </w:r>
          </w:p>
        </w:tc>
      </w:tr>
      <w:tr w:rsidR="00723984" w:rsidRPr="00F147DA" w14:paraId="1239207B" w14:textId="77777777" w:rsidTr="00923D7D">
        <w:tc>
          <w:tcPr>
            <w:tcW w:w="9639" w:type="dxa"/>
          </w:tcPr>
          <w:p w14:paraId="239E7D49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Ręczna: Doskonalenie : Technika podań półgórnych, górnych, dolnych i kozłem w różnych ustawieniach oraz kozłowania piłki. Technika rzutu w wyskoku oraz chwytów piłek leżących i  toczących się. Gra szkolna.</w:t>
            </w:r>
          </w:p>
        </w:tc>
      </w:tr>
      <w:tr w:rsidR="00723984" w:rsidRPr="00F147DA" w14:paraId="4720294D" w14:textId="77777777" w:rsidTr="00923D7D">
        <w:tc>
          <w:tcPr>
            <w:tcW w:w="9639" w:type="dxa"/>
          </w:tcPr>
          <w:p w14:paraId="349FC2AF" w14:textId="77777777"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Ręczna: Prowadzenie piłki w dwójkach i trójkach, wyprowadzenie ataku szybkiego podania sytuacyjne, rzuty piłki do bramki z biegu  i w wyskoku. </w:t>
            </w:r>
          </w:p>
          <w:p w14:paraId="6FFC8FA9" w14:textId="77777777"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Obrona „ każdy swego”. Gra szkolna.</w:t>
            </w:r>
          </w:p>
        </w:tc>
      </w:tr>
      <w:tr w:rsidR="00723984" w:rsidRPr="00F147DA" w14:paraId="3DE634C1" w14:textId="77777777" w:rsidTr="00923D7D">
        <w:tc>
          <w:tcPr>
            <w:tcW w:w="9639" w:type="dxa"/>
          </w:tcPr>
          <w:p w14:paraId="37DD3FD2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Ręczna : Taktyka gry w obronie 6 : 0.  Zastosowanie doskonalonych elementów w mini turnieju. Zadania kontrolno – oceniające – przepisy gry.  </w:t>
            </w:r>
          </w:p>
        </w:tc>
      </w:tr>
      <w:tr w:rsidR="00723984" w:rsidRPr="00F147DA" w14:paraId="060C8F56" w14:textId="77777777" w:rsidTr="00923D7D">
        <w:tc>
          <w:tcPr>
            <w:tcW w:w="9639" w:type="dxa"/>
          </w:tcPr>
          <w:p w14:paraId="4382A54F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Koszykówka: Doskonalenie  podań sytuacyjnych prawą i lewą ręką , kozłowania ze zmianą ręki i kierunku. Rzut  do kosza po zatrzymaniu na jedno i dwa tempa. Krycie każdy swego , rozegranie piłki na własnej połowie. Przepisy gry – rzut sędziowski.</w:t>
            </w:r>
          </w:p>
        </w:tc>
      </w:tr>
      <w:tr w:rsidR="00723984" w:rsidRPr="00F147DA" w14:paraId="7421C0CB" w14:textId="77777777" w:rsidTr="00923D7D">
        <w:tc>
          <w:tcPr>
            <w:tcW w:w="9639" w:type="dxa"/>
          </w:tcPr>
          <w:p w14:paraId="2AE37C3C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Koszykówka: Nauka i doskonalenie ataku 1x1 z piłką i bez piłki. Zbiórka z tablicy – pierwsze podanie i wyprowadzenie szybkiego ataku w trójkach. Doskonalenie współdziałania zespołowego w ataku. Gra właściwa – przepisy i sędziowanie.</w:t>
            </w:r>
          </w:p>
        </w:tc>
      </w:tr>
      <w:tr w:rsidR="00723984" w:rsidRPr="00F147DA" w14:paraId="413647C5" w14:textId="77777777" w:rsidTr="00923D7D">
        <w:tc>
          <w:tcPr>
            <w:tcW w:w="9639" w:type="dxa"/>
          </w:tcPr>
          <w:p w14:paraId="4DEE1206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Nożna: Doskonalenie techniki : podanie , przyjęcie, strzały do bramki z miejsca , w biegu, po podaniu, żonglowanie piłki, gra głową. Zastosowanie doskonalonych elementów w stałych fragmentach gry. podaniu .  Taktyka  sposobów krycia w obronie - gra szkolna.</w:t>
            </w:r>
          </w:p>
        </w:tc>
      </w:tr>
      <w:tr w:rsidR="00723984" w:rsidRPr="00F147DA" w14:paraId="0494F315" w14:textId="77777777" w:rsidTr="00923D7D">
        <w:tc>
          <w:tcPr>
            <w:tcW w:w="9639" w:type="dxa"/>
          </w:tcPr>
          <w:p w14:paraId="5A6C375E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Nożna: Zadanie kontrolno – oceniające. Gra właściwa  z  doskonaleniem poznanych elementów technicznych i taktycznych.  Przepisy gry.</w:t>
            </w:r>
          </w:p>
        </w:tc>
      </w:tr>
      <w:tr w:rsidR="00723984" w:rsidRPr="00F147DA" w14:paraId="33645071" w14:textId="77777777" w:rsidTr="00923D7D">
        <w:tc>
          <w:tcPr>
            <w:tcW w:w="9639" w:type="dxa"/>
          </w:tcPr>
          <w:p w14:paraId="613E2F9D" w14:textId="77777777"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Atletyka Terenowa:  Biegi terenowe ze zmiennym tempem. Orientacja w terenie, ćw. ogólnorozwojowe. Gry i zabawy z pokonywaniem przeszkód naturalnych. </w:t>
            </w:r>
          </w:p>
          <w:p w14:paraId="29B582B6" w14:textId="77777777"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Choroby cywilizacyjne i ich wpływ na aktywność psychofizyczną człowieka, koncepcje i cele promocji zdrowia oraz  zachowania zagrażające zdrowiu.</w:t>
            </w:r>
          </w:p>
        </w:tc>
      </w:tr>
      <w:tr w:rsidR="00723984" w:rsidRPr="00F147DA" w14:paraId="3B7D9BA2" w14:textId="77777777" w:rsidTr="00923D7D">
        <w:tc>
          <w:tcPr>
            <w:tcW w:w="9639" w:type="dxa"/>
          </w:tcPr>
          <w:p w14:paraId="2A6ECE1A" w14:textId="77777777"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Do wyboru: Łyżwiarstwo: Zasady bezpieczeństwa na lodowisku. Poślizg z odbicia, jazda przodem, zatrzymanie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półpługiem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i pługiem, jazda tyłem, zatrzymanie zwrotem na jednej i dwóch nogach, przekładanka przodem i tyłem – hamowanie.</w:t>
            </w:r>
          </w:p>
          <w:p w14:paraId="77E5871F" w14:textId="77777777"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Kajakarstwo: Zasady bezpieczeństwa w kajakarstwie, Nauka wsiadania i wysiadania oraz manewrowania kajakiem.</w:t>
            </w:r>
          </w:p>
        </w:tc>
      </w:tr>
      <w:tr w:rsidR="0085747A" w:rsidRPr="00F147DA" w14:paraId="1220D794" w14:textId="77777777" w:rsidTr="00923D7D">
        <w:tc>
          <w:tcPr>
            <w:tcW w:w="9639" w:type="dxa"/>
          </w:tcPr>
          <w:p w14:paraId="5CC87AEE" w14:textId="77777777" w:rsidR="0085747A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Testy czynnościowe sprawności motorycznej. Przeprowadzenie Wielostopniowego testu wahadłowego lub testu Coopera</w:t>
            </w:r>
          </w:p>
        </w:tc>
      </w:tr>
    </w:tbl>
    <w:p w14:paraId="10FAF773" w14:textId="77777777" w:rsidR="0085747A" w:rsidRPr="00F147D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3.4 Metody dydaktyczne</w:t>
      </w:r>
      <w:r w:rsidRPr="00F147DA">
        <w:rPr>
          <w:rFonts w:ascii="Corbel" w:hAnsi="Corbel"/>
          <w:b w:val="0"/>
          <w:smallCaps w:val="0"/>
          <w:szCs w:val="24"/>
        </w:rPr>
        <w:t xml:space="preserve"> </w:t>
      </w:r>
    </w:p>
    <w:p w14:paraId="06F3B07A" w14:textId="77777777" w:rsidR="00F95011" w:rsidRDefault="00F9501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highlight w:val="yellow"/>
        </w:rPr>
      </w:pPr>
    </w:p>
    <w:p w14:paraId="4DC5E68D" w14:textId="77777777" w:rsidR="0085747A" w:rsidRPr="00F147DA" w:rsidRDefault="00F9501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8790C">
        <w:rPr>
          <w:rFonts w:ascii="Corbel" w:hAnsi="Corbel"/>
          <w:b w:val="0"/>
          <w:smallCaps w:val="0"/>
          <w:szCs w:val="24"/>
        </w:rPr>
        <w:t>Ćwiczenia praktyczne</w:t>
      </w:r>
    </w:p>
    <w:p w14:paraId="3C2A8BD6" w14:textId="77777777" w:rsidR="00153C41" w:rsidRPr="00F147D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147DA">
        <w:rPr>
          <w:rFonts w:ascii="Corbel" w:hAnsi="Corbel"/>
          <w:b w:val="0"/>
          <w:i/>
          <w:szCs w:val="24"/>
        </w:rPr>
        <w:t xml:space="preserve"> </w:t>
      </w:r>
      <w:r w:rsidRPr="00F147DA">
        <w:rPr>
          <w:rFonts w:ascii="Corbel" w:hAnsi="Corbel"/>
          <w:b w:val="0"/>
          <w:i/>
          <w:smallCaps w:val="0"/>
          <w:szCs w:val="24"/>
        </w:rPr>
        <w:t>W</w:t>
      </w:r>
      <w:r w:rsidR="0085747A" w:rsidRPr="00F147DA">
        <w:rPr>
          <w:rFonts w:ascii="Corbel" w:hAnsi="Corbel"/>
          <w:b w:val="0"/>
          <w:i/>
          <w:smallCaps w:val="0"/>
          <w:szCs w:val="24"/>
        </w:rPr>
        <w:t>ykład</w:t>
      </w:r>
      <w:r w:rsidRPr="00F147DA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F147DA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F147DA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F147DA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F147DA">
        <w:rPr>
          <w:rFonts w:ascii="Corbel" w:hAnsi="Corbel"/>
          <w:b w:val="0"/>
          <w:i/>
          <w:smallCaps w:val="0"/>
          <w:szCs w:val="24"/>
        </w:rPr>
        <w:t>,</w:t>
      </w:r>
      <w:r w:rsidR="0085747A" w:rsidRPr="00F147DA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474357B3" w14:textId="77777777" w:rsidR="00153C41" w:rsidRPr="00F147D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147DA">
        <w:rPr>
          <w:rFonts w:ascii="Corbel" w:hAnsi="Corbel"/>
          <w:b w:val="0"/>
          <w:i/>
          <w:smallCaps w:val="0"/>
          <w:szCs w:val="24"/>
        </w:rPr>
        <w:lastRenderedPageBreak/>
        <w:t xml:space="preserve">Ćwiczenia: </w:t>
      </w:r>
      <w:r w:rsidR="009F4610" w:rsidRPr="00F147DA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F147DA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F147DA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F147D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F147DA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F147DA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F147DA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F147DA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F147DA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F147DA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F147DA">
        <w:rPr>
          <w:rFonts w:ascii="Corbel" w:hAnsi="Corbel"/>
          <w:b w:val="0"/>
          <w:i/>
          <w:smallCaps w:val="0"/>
          <w:szCs w:val="24"/>
        </w:rPr>
        <w:t>,</w:t>
      </w:r>
      <w:r w:rsidR="0085747A" w:rsidRPr="00F147DA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F147DA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F147DA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F147DA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7D884863" w14:textId="77777777" w:rsidR="0085747A" w:rsidRPr="00F147D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147DA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F147DA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F147DA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704E006A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72C57C" w14:textId="77777777" w:rsidR="00E960BB" w:rsidRPr="00F147D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0F244C" w14:textId="77777777" w:rsidR="0085747A" w:rsidRPr="00F147D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 </w:t>
      </w:r>
      <w:r w:rsidR="0085747A" w:rsidRPr="00F147DA">
        <w:rPr>
          <w:rFonts w:ascii="Corbel" w:hAnsi="Corbel"/>
          <w:smallCaps w:val="0"/>
          <w:szCs w:val="24"/>
        </w:rPr>
        <w:t>METODY I KRYTERIA OCENY</w:t>
      </w:r>
      <w:r w:rsidR="009F4610" w:rsidRPr="00F147DA">
        <w:rPr>
          <w:rFonts w:ascii="Corbel" w:hAnsi="Corbel"/>
          <w:smallCaps w:val="0"/>
          <w:szCs w:val="24"/>
        </w:rPr>
        <w:t xml:space="preserve"> </w:t>
      </w:r>
    </w:p>
    <w:p w14:paraId="48F07A5C" w14:textId="77777777" w:rsidR="00923D7D" w:rsidRPr="00F147D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92F3E9" w14:textId="77777777" w:rsidR="0085747A" w:rsidRPr="00F147D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147DA">
        <w:rPr>
          <w:rFonts w:ascii="Corbel" w:hAnsi="Corbel"/>
          <w:smallCaps w:val="0"/>
          <w:szCs w:val="24"/>
        </w:rPr>
        <w:t>uczenia się</w:t>
      </w:r>
    </w:p>
    <w:p w14:paraId="3CA41F57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819"/>
        <w:gridCol w:w="1708"/>
      </w:tblGrid>
      <w:tr w:rsidR="0085747A" w:rsidRPr="00F147DA" w14:paraId="17AC70B2" w14:textId="77777777" w:rsidTr="00F95011">
        <w:tc>
          <w:tcPr>
            <w:tcW w:w="993" w:type="dxa"/>
            <w:vAlign w:val="center"/>
          </w:tcPr>
          <w:p w14:paraId="7F532372" w14:textId="77777777" w:rsidR="0085747A" w:rsidRPr="00F147D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819" w:type="dxa"/>
            <w:vAlign w:val="center"/>
          </w:tcPr>
          <w:p w14:paraId="3383BA43" w14:textId="77777777" w:rsidR="0085747A" w:rsidRPr="00F147DA" w:rsidRDefault="0033682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8D5AE7" w14:textId="77777777" w:rsidR="0085747A" w:rsidRPr="00F147D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4CE54375" w14:textId="77777777" w:rsidR="00923D7D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59BCCB" w14:textId="77777777" w:rsidR="0085747A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147DA" w14:paraId="4C4F9C16" w14:textId="77777777" w:rsidTr="00F95011">
        <w:tc>
          <w:tcPr>
            <w:tcW w:w="993" w:type="dxa"/>
          </w:tcPr>
          <w:p w14:paraId="4D6C11F0" w14:textId="77777777" w:rsidR="0085747A" w:rsidRPr="00F147DA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</w:t>
            </w:r>
            <w:r w:rsidR="0085747A" w:rsidRPr="00F147D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819" w:type="dxa"/>
          </w:tcPr>
          <w:p w14:paraId="45F903A5" w14:textId="77777777"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testy</w:t>
            </w:r>
            <w:r w:rsidRPr="00F147DA">
              <w:rPr>
                <w:rFonts w:ascii="Corbel" w:hAnsi="Corbel"/>
                <w:szCs w:val="24"/>
              </w:rPr>
              <w:t xml:space="preserve"> </w:t>
            </w:r>
            <w:r w:rsidRPr="00F147DA">
              <w:rPr>
                <w:rFonts w:ascii="Corbel" w:hAnsi="Corbel"/>
                <w:b w:val="0"/>
                <w:szCs w:val="24"/>
              </w:rPr>
              <w:t xml:space="preserve">czynnościowe kontrolujące postępy w zajęciach, </w:t>
            </w:r>
          </w:p>
          <w:p w14:paraId="7D0DBA83" w14:textId="77777777"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  <w:p w14:paraId="12B9312C" w14:textId="77777777" w:rsidR="0085747A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14:paraId="65A028F1" w14:textId="77777777" w:rsidR="0085747A" w:rsidRPr="00F147DA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F147DA" w14:paraId="2F7B4D9F" w14:textId="77777777" w:rsidTr="00F95011">
        <w:tc>
          <w:tcPr>
            <w:tcW w:w="993" w:type="dxa"/>
          </w:tcPr>
          <w:p w14:paraId="2523DF78" w14:textId="77777777"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819" w:type="dxa"/>
          </w:tcPr>
          <w:p w14:paraId="6C40D283" w14:textId="77777777"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  <w:p w14:paraId="0DD8D637" w14:textId="77777777" w:rsidR="0085747A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14:paraId="529EC1BD" w14:textId="77777777" w:rsidR="0085747A" w:rsidRPr="00F147DA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6582C" w:rsidRPr="00F147DA" w14:paraId="5F71605B" w14:textId="77777777" w:rsidTr="00F95011">
        <w:tc>
          <w:tcPr>
            <w:tcW w:w="993" w:type="dxa"/>
          </w:tcPr>
          <w:p w14:paraId="285D9E10" w14:textId="77777777" w:rsidR="0076582C" w:rsidRPr="00F147DA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819" w:type="dxa"/>
          </w:tcPr>
          <w:p w14:paraId="2A85825D" w14:textId="77777777"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  <w:p w14:paraId="5EE6E640" w14:textId="77777777"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przygotowanie i prezentacja materiału dydaktycznego z wychowania zdrowotnego</w:t>
            </w:r>
          </w:p>
        </w:tc>
        <w:tc>
          <w:tcPr>
            <w:tcW w:w="1708" w:type="dxa"/>
          </w:tcPr>
          <w:p w14:paraId="5B1C157E" w14:textId="77777777" w:rsidR="0076582C" w:rsidRPr="00F147DA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6582C" w:rsidRPr="00F147DA" w14:paraId="6D010FAC" w14:textId="77777777" w:rsidTr="00F95011">
        <w:tc>
          <w:tcPr>
            <w:tcW w:w="993" w:type="dxa"/>
          </w:tcPr>
          <w:p w14:paraId="1B8A7E3E" w14:textId="77777777" w:rsidR="0076582C" w:rsidRPr="00E8790C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790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819" w:type="dxa"/>
          </w:tcPr>
          <w:p w14:paraId="2B19DBAE" w14:textId="77777777" w:rsidR="00F95011" w:rsidRPr="00E8790C" w:rsidRDefault="00F95011" w:rsidP="00F950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790C">
              <w:rPr>
                <w:rFonts w:ascii="Corbel" w:hAnsi="Corbel"/>
                <w:b w:val="0"/>
                <w:szCs w:val="24"/>
              </w:rPr>
              <w:t>- przygotowanie i prezentacja materiału dydaktycznego z wychowania zdrowotnego</w:t>
            </w:r>
          </w:p>
          <w:p w14:paraId="1A0D5CCF" w14:textId="77777777" w:rsidR="0076582C" w:rsidRPr="00E8790C" w:rsidRDefault="00F95011" w:rsidP="00F950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790C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14:paraId="0DAE2654" w14:textId="77777777" w:rsidR="0076582C" w:rsidRPr="00F147DA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8790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5CC32B4D" w14:textId="77777777" w:rsidR="00923D7D" w:rsidRPr="00F147D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60FF84" w14:textId="77777777" w:rsidR="0085747A" w:rsidRPr="00F147D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4.2 </w:t>
      </w:r>
      <w:r w:rsidR="0085747A" w:rsidRPr="00F147D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147DA">
        <w:rPr>
          <w:rFonts w:ascii="Corbel" w:hAnsi="Corbel"/>
          <w:smallCaps w:val="0"/>
          <w:szCs w:val="24"/>
        </w:rPr>
        <w:t xml:space="preserve"> </w:t>
      </w:r>
    </w:p>
    <w:p w14:paraId="12373CEE" w14:textId="77777777" w:rsidR="00923D7D" w:rsidRPr="00F147D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8790C" w14:paraId="09A9885F" w14:textId="77777777" w:rsidTr="00923D7D">
        <w:tc>
          <w:tcPr>
            <w:tcW w:w="9670" w:type="dxa"/>
          </w:tcPr>
          <w:p w14:paraId="6C291EFF" w14:textId="77777777" w:rsidR="00676B7E" w:rsidRPr="00E8790C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790C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14:paraId="009700BF" w14:textId="77777777" w:rsidR="00676B7E" w:rsidRPr="00E8790C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790C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E8790C">
              <w:rPr>
                <w:rFonts w:ascii="Corbel" w:hAnsi="Corbel"/>
                <w:b w:val="0"/>
                <w:smallCaps w:val="0"/>
                <w:szCs w:val="24"/>
              </w:rPr>
              <w:t>cena bardzo dobry- bardzo dobra lub  plus dobra średnia ocen cząstkowych. Maksymalnie jedna nieobecność nieusprawiedliwiona.</w:t>
            </w:r>
          </w:p>
          <w:p w14:paraId="3C044646" w14:textId="77777777" w:rsidR="00676B7E" w:rsidRPr="00E8790C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790C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E8790C">
              <w:rPr>
                <w:rFonts w:ascii="Corbel" w:hAnsi="Corbel"/>
                <w:b w:val="0"/>
                <w:smallCaps w:val="0"/>
                <w:szCs w:val="24"/>
              </w:rPr>
              <w:t>cena plus dobry- bardzo dobra lub dobra średnia ocen cząstkowych. Jedna nieobecność nieusprawiedliwiona.</w:t>
            </w:r>
          </w:p>
          <w:p w14:paraId="0B08CFB0" w14:textId="77777777" w:rsidR="00676B7E" w:rsidRPr="00E8790C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790C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E8790C">
              <w:rPr>
                <w:rFonts w:ascii="Corbel" w:hAnsi="Corbel"/>
                <w:b w:val="0"/>
                <w:smallCaps w:val="0"/>
                <w:szCs w:val="24"/>
              </w:rPr>
              <w:t>cena dobry- dobra średnia ocen cząstkowych. Jedna lub dwie nieobecności nieusprawiedliwione.</w:t>
            </w:r>
          </w:p>
          <w:p w14:paraId="6C145339" w14:textId="77777777" w:rsidR="00676B7E" w:rsidRPr="00E8790C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790C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E8790C">
              <w:rPr>
                <w:rFonts w:ascii="Corbel" w:hAnsi="Corbel"/>
                <w:b w:val="0"/>
                <w:smallCaps w:val="0"/>
                <w:szCs w:val="24"/>
              </w:rPr>
              <w:t>cena plus dostateczny dobra lub dostateczna średnia ocen cząstkowych. Jedna lub dwie nieobecności nieusprawiedliwione.</w:t>
            </w:r>
          </w:p>
          <w:p w14:paraId="62C9AC10" w14:textId="77777777" w:rsidR="00676B7E" w:rsidRPr="00E8790C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790C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E8790C">
              <w:rPr>
                <w:rFonts w:ascii="Corbel" w:hAnsi="Corbel"/>
                <w:b w:val="0"/>
                <w:smallCaps w:val="0"/>
                <w:szCs w:val="24"/>
              </w:rPr>
              <w:t>cena dostateczny- dostateczna średnia ocen cząstkowych. Dwie lub maksymalnie  trzy nieobecności nieusprawiedliwione</w:t>
            </w:r>
          </w:p>
          <w:p w14:paraId="6DDAD37A" w14:textId="77777777" w:rsidR="00676B7E" w:rsidRPr="00E8790C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790C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E8790C">
              <w:rPr>
                <w:rFonts w:ascii="Corbel" w:hAnsi="Corbel"/>
                <w:b w:val="0"/>
                <w:smallCaps w:val="0"/>
                <w:szCs w:val="24"/>
              </w:rPr>
              <w:t>cena niedostateczna- negatywna średnia ocen cząstkowych lub trzy i więcej nieobecności nieusprawiedliwionych.</w:t>
            </w:r>
          </w:p>
          <w:p w14:paraId="7EEFDE36" w14:textId="77777777" w:rsidR="00676B7E" w:rsidRPr="00E8790C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790C">
              <w:rPr>
                <w:rFonts w:ascii="Corbel" w:hAnsi="Corbel"/>
                <w:b w:val="0"/>
                <w:smallCaps w:val="0"/>
                <w:szCs w:val="24"/>
              </w:rPr>
              <w:t xml:space="preserve"> Ocenie podlega: </w:t>
            </w:r>
          </w:p>
          <w:p w14:paraId="532CB73A" w14:textId="77777777" w:rsidR="00676B7E" w:rsidRPr="00E8790C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790C">
              <w:rPr>
                <w:rFonts w:ascii="Corbel" w:hAnsi="Corbel"/>
                <w:b w:val="0"/>
                <w:smallCaps w:val="0"/>
                <w:szCs w:val="24"/>
              </w:rPr>
              <w:t>– demonstrowanie poprawnie wybraną technikę aktywności fizycznej zgodnie z zasadami wynikającymi z fachowej literatury</w:t>
            </w:r>
          </w:p>
          <w:p w14:paraId="757DFE6A" w14:textId="77777777" w:rsidR="00676B7E" w:rsidRPr="00E8790C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790C">
              <w:rPr>
                <w:rFonts w:ascii="Corbel" w:hAnsi="Corbel"/>
                <w:b w:val="0"/>
                <w:smallCaps w:val="0"/>
                <w:szCs w:val="24"/>
              </w:rPr>
              <w:t xml:space="preserve">– prawidłowość realizowania założeń taktycznych, dotyczących współpracy pomiędzy zawodnikami danej drużyny, </w:t>
            </w:r>
          </w:p>
          <w:p w14:paraId="7D961A3F" w14:textId="77777777" w:rsidR="00676B7E" w:rsidRPr="00E8790C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790C">
              <w:rPr>
                <w:rFonts w:ascii="Corbel" w:hAnsi="Corbel"/>
                <w:b w:val="0"/>
                <w:smallCaps w:val="0"/>
                <w:szCs w:val="24"/>
              </w:rPr>
              <w:t>– stopień zaangażowania  w wybranej formie aktywności fizycznej,</w:t>
            </w:r>
          </w:p>
          <w:p w14:paraId="0279D8E7" w14:textId="77777777" w:rsidR="00676B7E" w:rsidRPr="00E8790C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790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– poprawne wykonywanie wybranych ćwiczeń fizycznych wg wzorca zaprezentowanego na zajęciach,</w:t>
            </w:r>
          </w:p>
          <w:p w14:paraId="1782CCB1" w14:textId="77777777" w:rsidR="0085747A" w:rsidRPr="00E8790C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790C">
              <w:rPr>
                <w:rFonts w:ascii="Corbel" w:hAnsi="Corbel"/>
                <w:b w:val="0"/>
                <w:smallCaps w:val="0"/>
                <w:szCs w:val="24"/>
              </w:rPr>
              <w:t>– odpowiedni  poziom sprawności fizycznej i wydolność organizmu</w:t>
            </w:r>
            <w:r w:rsidR="00057544" w:rsidRPr="00E8790C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0FF373AE" w14:textId="77777777" w:rsidR="00057544" w:rsidRPr="00E8790C" w:rsidRDefault="0005754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790C">
              <w:rPr>
                <w:rFonts w:ascii="Corbel" w:hAnsi="Corbel"/>
                <w:b w:val="0"/>
                <w:smallCaps w:val="0"/>
                <w:szCs w:val="24"/>
              </w:rPr>
              <w:t>- prezentacja materiału dydaktycznego z wychowania zdrowotnego.</w:t>
            </w:r>
          </w:p>
        </w:tc>
      </w:tr>
    </w:tbl>
    <w:p w14:paraId="47E153CB" w14:textId="77777777" w:rsidR="0085747A" w:rsidRPr="00E8790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585DD3" w14:textId="77777777" w:rsidR="009F4610" w:rsidRPr="00E8790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8790C">
        <w:rPr>
          <w:rFonts w:ascii="Corbel" w:hAnsi="Corbel"/>
          <w:b/>
          <w:sz w:val="24"/>
          <w:szCs w:val="24"/>
        </w:rPr>
        <w:t xml:space="preserve">5. </w:t>
      </w:r>
      <w:r w:rsidR="00C61DC5" w:rsidRPr="00E8790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B1441A5" w14:textId="77777777" w:rsidR="0085747A" w:rsidRPr="00E8790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2"/>
        <w:gridCol w:w="3368"/>
      </w:tblGrid>
      <w:tr w:rsidR="0085747A" w:rsidRPr="00E8790C" w14:paraId="1A2F938B" w14:textId="77777777" w:rsidTr="00C05A24">
        <w:tc>
          <w:tcPr>
            <w:tcW w:w="6237" w:type="dxa"/>
            <w:vAlign w:val="center"/>
          </w:tcPr>
          <w:p w14:paraId="7327102F" w14:textId="77777777" w:rsidR="0085747A" w:rsidRPr="00E8790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8790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8790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8790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14:paraId="3CA4D296" w14:textId="77777777" w:rsidR="0085747A" w:rsidRPr="00E8790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8790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8790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879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8790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8790C" w14:paraId="2DEF9E10" w14:textId="77777777" w:rsidTr="00C05A24">
        <w:tc>
          <w:tcPr>
            <w:tcW w:w="6237" w:type="dxa"/>
          </w:tcPr>
          <w:p w14:paraId="2E3C072D" w14:textId="6539232B" w:rsidR="0085747A" w:rsidRPr="00E8790C" w:rsidRDefault="00C61DC5" w:rsidP="00B47C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790C">
              <w:rPr>
                <w:rFonts w:ascii="Corbel" w:hAnsi="Corbel"/>
                <w:sz w:val="24"/>
                <w:szCs w:val="24"/>
              </w:rPr>
              <w:t>G</w:t>
            </w:r>
            <w:r w:rsidR="0085747A" w:rsidRPr="00E8790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8790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8790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8790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8790C">
              <w:rPr>
                <w:rFonts w:ascii="Corbel" w:hAnsi="Corbel"/>
                <w:sz w:val="24"/>
                <w:szCs w:val="24"/>
              </w:rPr>
              <w:t xml:space="preserve"> z </w:t>
            </w:r>
            <w:r w:rsidR="00B47C6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8790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14:paraId="4FEC0E5B" w14:textId="77777777" w:rsidR="0085747A" w:rsidRPr="00E8790C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8790C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E8790C" w14:paraId="2D9B784E" w14:textId="77777777" w:rsidTr="00C05A24">
        <w:tc>
          <w:tcPr>
            <w:tcW w:w="6237" w:type="dxa"/>
          </w:tcPr>
          <w:p w14:paraId="5C8F9FF5" w14:textId="77777777" w:rsidR="00F95011" w:rsidRPr="00E8790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790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57544" w:rsidRPr="00E8790C">
              <w:rPr>
                <w:rFonts w:ascii="Corbel" w:hAnsi="Corbel"/>
                <w:sz w:val="24"/>
                <w:szCs w:val="24"/>
              </w:rPr>
              <w:t xml:space="preserve"> – udział w konsultacjach</w:t>
            </w:r>
          </w:p>
        </w:tc>
        <w:tc>
          <w:tcPr>
            <w:tcW w:w="3402" w:type="dxa"/>
          </w:tcPr>
          <w:p w14:paraId="0CF8532C" w14:textId="77777777" w:rsidR="00C61DC5" w:rsidRPr="00E8790C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8790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F147DA" w14:paraId="060BD9D2" w14:textId="77777777" w:rsidTr="00C05A24">
        <w:tc>
          <w:tcPr>
            <w:tcW w:w="6237" w:type="dxa"/>
          </w:tcPr>
          <w:p w14:paraId="40632074" w14:textId="77777777" w:rsidR="0071620A" w:rsidRPr="00E8790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790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5E0CCFF" w14:textId="77777777" w:rsidR="00C61DC5" w:rsidRPr="00E8790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790C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F95011" w:rsidRPr="00E8790C">
              <w:rPr>
                <w:rFonts w:ascii="Corbel" w:hAnsi="Corbel"/>
                <w:sz w:val="24"/>
                <w:szCs w:val="24"/>
              </w:rPr>
              <w:t>materiału dydaktycznego z wychowania zdrowotnego</w:t>
            </w:r>
            <w:r w:rsidRPr="00E8790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0C2517B9" w14:textId="77777777" w:rsidR="00C61DC5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8790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F147DA" w14:paraId="0FC9AB17" w14:textId="77777777" w:rsidTr="00C05A24">
        <w:tc>
          <w:tcPr>
            <w:tcW w:w="6237" w:type="dxa"/>
          </w:tcPr>
          <w:p w14:paraId="0FAFF6F4" w14:textId="77777777" w:rsidR="0085747A" w:rsidRPr="00F147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14:paraId="6CA1A1D0" w14:textId="77777777" w:rsidR="0085747A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F147DA" w14:paraId="3D4D317F" w14:textId="77777777" w:rsidTr="00C05A24">
        <w:tc>
          <w:tcPr>
            <w:tcW w:w="6237" w:type="dxa"/>
          </w:tcPr>
          <w:p w14:paraId="46B55504" w14:textId="77777777" w:rsidR="0085747A" w:rsidRPr="00F147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14:paraId="358B551E" w14:textId="77777777" w:rsidR="0085747A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</w:tbl>
    <w:p w14:paraId="5570A78F" w14:textId="77777777" w:rsidR="0085747A" w:rsidRPr="00F147D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147D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147D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D8EB4B" w14:textId="77777777" w:rsidR="003E1941" w:rsidRPr="00F147D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C78DFC" w14:textId="15C225DA" w:rsidR="0085747A" w:rsidRPr="00F147D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6. </w:t>
      </w:r>
      <w:r w:rsidR="0085747A" w:rsidRPr="00F147DA">
        <w:rPr>
          <w:rFonts w:ascii="Corbel" w:hAnsi="Corbel"/>
          <w:smallCaps w:val="0"/>
          <w:szCs w:val="24"/>
        </w:rPr>
        <w:t>PRAKTYKI ZAWODOWE W RAMACH PRZEDMIOTU</w:t>
      </w:r>
    </w:p>
    <w:p w14:paraId="339EF269" w14:textId="77777777"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118"/>
      </w:tblGrid>
      <w:tr w:rsidR="0085747A" w:rsidRPr="00F147DA" w14:paraId="18DAEF72" w14:textId="77777777" w:rsidTr="00C05A24">
        <w:trPr>
          <w:trHeight w:val="397"/>
        </w:trPr>
        <w:tc>
          <w:tcPr>
            <w:tcW w:w="4395" w:type="dxa"/>
          </w:tcPr>
          <w:p w14:paraId="73C67544" w14:textId="77777777"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118" w:type="dxa"/>
          </w:tcPr>
          <w:p w14:paraId="1F8DAAB7" w14:textId="77777777" w:rsidR="0085747A" w:rsidRPr="00F147DA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147DA" w14:paraId="5D9271E2" w14:textId="77777777" w:rsidTr="00C05A24">
        <w:trPr>
          <w:trHeight w:val="397"/>
        </w:trPr>
        <w:tc>
          <w:tcPr>
            <w:tcW w:w="4395" w:type="dxa"/>
          </w:tcPr>
          <w:p w14:paraId="2220AE66" w14:textId="77777777"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118" w:type="dxa"/>
          </w:tcPr>
          <w:p w14:paraId="5ACF4B8E" w14:textId="77777777" w:rsidR="0085747A" w:rsidRPr="00F147DA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627C923" w14:textId="77777777" w:rsidR="003E1941" w:rsidRPr="00F147D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5C1BFB" w14:textId="77777777" w:rsidR="0085747A" w:rsidRPr="00F147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7. </w:t>
      </w:r>
      <w:r w:rsidR="0085747A" w:rsidRPr="00F147DA">
        <w:rPr>
          <w:rFonts w:ascii="Corbel" w:hAnsi="Corbel"/>
          <w:smallCaps w:val="0"/>
          <w:szCs w:val="24"/>
        </w:rPr>
        <w:t>LITERATURA</w:t>
      </w:r>
      <w:r w:rsidRPr="00F147DA">
        <w:rPr>
          <w:rFonts w:ascii="Corbel" w:hAnsi="Corbel"/>
          <w:smallCaps w:val="0"/>
          <w:szCs w:val="24"/>
        </w:rPr>
        <w:t xml:space="preserve"> </w:t>
      </w:r>
    </w:p>
    <w:p w14:paraId="1BAA44FA" w14:textId="77777777" w:rsidR="00675843" w:rsidRPr="00F147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47DA" w14:paraId="2BA7A71B" w14:textId="77777777" w:rsidTr="0033682F">
        <w:trPr>
          <w:trHeight w:val="397"/>
        </w:trPr>
        <w:tc>
          <w:tcPr>
            <w:tcW w:w="9639" w:type="dxa"/>
          </w:tcPr>
          <w:p w14:paraId="6E24E7A9" w14:textId="77777777" w:rsidR="0085747A" w:rsidRPr="00F147DA" w:rsidRDefault="0085747A" w:rsidP="00C05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8D82B1E" w14:textId="77777777" w:rsidR="00676B7E" w:rsidRPr="00F147DA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37FAE6F4" w14:textId="77777777" w:rsidR="00676B7E" w:rsidRPr="00F147DA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smallCaps w:val="0"/>
                <w:color w:val="000000"/>
                <w:szCs w:val="24"/>
              </w:rPr>
              <w:t>Gołaszewski J.</w:t>
            </w: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147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Piłka nożna</w:t>
            </w: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Poznań, </w:t>
            </w:r>
            <w:r w:rsidRPr="00F147DA">
              <w:rPr>
                <w:rFonts w:ascii="Corbel" w:hAnsi="Corbel"/>
                <w:smallCaps w:val="0"/>
                <w:color w:val="000000"/>
                <w:szCs w:val="24"/>
              </w:rPr>
              <w:t>2003</w:t>
            </w: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F7AFC4D" w14:textId="77777777" w:rsidR="00676B7E" w:rsidRPr="00F147DA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147DA">
              <w:rPr>
                <w:rFonts w:ascii="Corbel" w:hAnsi="Corbel"/>
                <w:smallCaps w:val="0"/>
                <w:color w:val="000000"/>
                <w:szCs w:val="24"/>
              </w:rPr>
              <w:t>Huciński</w:t>
            </w:r>
            <w:proofErr w:type="spellEnd"/>
            <w:r w:rsidRPr="00F147DA">
              <w:rPr>
                <w:rFonts w:ascii="Corbel" w:hAnsi="Corbel"/>
                <w:smallCaps w:val="0"/>
                <w:color w:val="000000"/>
                <w:szCs w:val="24"/>
              </w:rPr>
              <w:t xml:space="preserve"> T.</w:t>
            </w: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147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i doskonalenia podstaw</w:t>
            </w: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Wrocław, 2</w:t>
            </w:r>
            <w:r w:rsidRPr="00F147DA">
              <w:rPr>
                <w:rFonts w:ascii="Corbel" w:hAnsi="Corbel"/>
                <w:smallCaps w:val="0"/>
                <w:color w:val="000000"/>
                <w:szCs w:val="24"/>
              </w:rPr>
              <w:t>006</w:t>
            </w: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2DF1C3" w14:textId="77777777" w:rsidR="00676B7E" w:rsidRPr="00F147DA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147DA">
              <w:rPr>
                <w:rFonts w:ascii="Corbel" w:hAnsi="Corbel"/>
                <w:smallCaps w:val="0"/>
                <w:color w:val="000000"/>
                <w:szCs w:val="24"/>
              </w:rPr>
              <w:t>Huciński</w:t>
            </w:r>
            <w:proofErr w:type="spellEnd"/>
            <w:r w:rsidRPr="00F147DA">
              <w:rPr>
                <w:rFonts w:ascii="Corbel" w:hAnsi="Corbel"/>
                <w:smallCaps w:val="0"/>
                <w:color w:val="000000"/>
                <w:szCs w:val="24"/>
              </w:rPr>
              <w:t xml:space="preserve"> T., Kelner J.</w:t>
            </w: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147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Koszykówka</w:t>
            </w: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Wrocław, </w:t>
            </w:r>
            <w:r w:rsidRPr="00F147DA">
              <w:rPr>
                <w:rFonts w:ascii="Corbel" w:hAnsi="Corbel"/>
                <w:smallCaps w:val="0"/>
                <w:color w:val="000000"/>
                <w:szCs w:val="24"/>
              </w:rPr>
              <w:t>2001</w:t>
            </w: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9A08CE0" w14:textId="77777777" w:rsidR="00676B7E" w:rsidRPr="00F147DA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smallCaps w:val="0"/>
                <w:color w:val="000000"/>
                <w:szCs w:val="24"/>
              </w:rPr>
              <w:t>Stawiarski St.</w:t>
            </w: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147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Piłka ręczna cz. I </w:t>
            </w:r>
            <w:proofErr w:type="spellStart"/>
            <w:r w:rsidRPr="00F147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proofErr w:type="spellEnd"/>
            <w:r w:rsidRPr="00F147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II</w:t>
            </w: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Kraków, </w:t>
            </w:r>
            <w:r w:rsidRPr="00F147DA">
              <w:rPr>
                <w:rFonts w:ascii="Corbel" w:hAnsi="Corbel"/>
                <w:smallCaps w:val="0"/>
                <w:color w:val="000000"/>
                <w:szCs w:val="24"/>
              </w:rPr>
              <w:t>2003</w:t>
            </w: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F492859" w14:textId="77777777" w:rsidR="00676B7E" w:rsidRPr="00F147DA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147DA">
              <w:rPr>
                <w:rFonts w:ascii="Corbel" w:hAnsi="Corbel"/>
                <w:smallCaps w:val="0"/>
                <w:color w:val="000000"/>
                <w:szCs w:val="24"/>
              </w:rPr>
              <w:t>Uzarowicz</w:t>
            </w:r>
            <w:proofErr w:type="spellEnd"/>
            <w:r w:rsidRPr="00F147DA">
              <w:rPr>
                <w:rFonts w:ascii="Corbel" w:hAnsi="Corbel"/>
                <w:smallCaps w:val="0"/>
                <w:color w:val="000000"/>
                <w:szCs w:val="24"/>
              </w:rPr>
              <w:t xml:space="preserve"> J.</w:t>
            </w: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147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Piłka siatkowa. Co jest grane</w:t>
            </w: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Kraków, </w:t>
            </w:r>
            <w:r w:rsidRPr="00F147DA">
              <w:rPr>
                <w:rFonts w:ascii="Corbel" w:hAnsi="Corbel"/>
                <w:smallCaps w:val="0"/>
                <w:color w:val="000000"/>
                <w:szCs w:val="24"/>
              </w:rPr>
              <w:t>2001</w:t>
            </w: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49D8FF0" w14:textId="77777777" w:rsidR="00676B7E" w:rsidRPr="00F147DA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147DA">
              <w:rPr>
                <w:rFonts w:ascii="Corbel" w:hAnsi="Corbel"/>
                <w:smallCaps w:val="0"/>
                <w:color w:val="000000"/>
                <w:szCs w:val="24"/>
              </w:rPr>
              <w:t>Bondarowicz</w:t>
            </w:r>
            <w:proofErr w:type="spellEnd"/>
            <w:r w:rsidRPr="00F147DA">
              <w:rPr>
                <w:rFonts w:ascii="Corbel" w:hAnsi="Corbel"/>
                <w:smallCaps w:val="0"/>
                <w:color w:val="000000"/>
                <w:szCs w:val="24"/>
              </w:rPr>
              <w:t xml:space="preserve"> M</w:t>
            </w: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F147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i gry ruchowe w zajęciach sportowych</w:t>
            </w: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Warszawa, </w:t>
            </w:r>
            <w:r w:rsidRPr="00F147DA">
              <w:rPr>
                <w:rFonts w:ascii="Corbel" w:hAnsi="Corbel"/>
                <w:smallCaps w:val="0"/>
                <w:color w:val="000000"/>
                <w:szCs w:val="24"/>
              </w:rPr>
              <w:t>2002</w:t>
            </w: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F147DA" w14:paraId="72056CFA" w14:textId="77777777" w:rsidTr="0033682F">
        <w:trPr>
          <w:trHeight w:val="397"/>
        </w:trPr>
        <w:tc>
          <w:tcPr>
            <w:tcW w:w="9639" w:type="dxa"/>
          </w:tcPr>
          <w:p w14:paraId="59C28422" w14:textId="77777777" w:rsidR="0085747A" w:rsidRPr="00F147DA" w:rsidRDefault="0085747A" w:rsidP="00C05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653F794" w14:textId="77777777" w:rsidR="00676B7E" w:rsidRPr="00F147DA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147DA">
              <w:rPr>
                <w:rFonts w:ascii="Corbel" w:hAnsi="Corbel"/>
                <w:smallCaps w:val="0"/>
                <w:color w:val="000000"/>
                <w:szCs w:val="24"/>
              </w:rPr>
              <w:t>Zaborniak</w:t>
            </w:r>
            <w:proofErr w:type="spellEnd"/>
            <w:r w:rsidRPr="00F147DA">
              <w:rPr>
                <w:rFonts w:ascii="Corbel" w:hAnsi="Corbel"/>
                <w:smallCaps w:val="0"/>
                <w:color w:val="000000"/>
                <w:szCs w:val="24"/>
              </w:rPr>
              <w:t xml:space="preserve"> S.</w:t>
            </w: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147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ćwiczeń lekkoatletycznych. Poradnik dla nauczycieli</w:t>
            </w: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Rzeszów, </w:t>
            </w:r>
            <w:r w:rsidRPr="00F147DA">
              <w:rPr>
                <w:rFonts w:ascii="Corbel" w:hAnsi="Corbel"/>
                <w:smallCaps w:val="0"/>
                <w:color w:val="000000"/>
                <w:szCs w:val="24"/>
              </w:rPr>
              <w:t>2006</w:t>
            </w: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2E4D9978" w14:textId="77777777" w:rsidR="00676B7E" w:rsidRPr="00F147DA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smallCaps w:val="0"/>
                <w:color w:val="000000"/>
                <w:szCs w:val="24"/>
              </w:rPr>
              <w:t>Drabik J.</w:t>
            </w: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147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Aktywność fizyczna w treningu zdrowotnym osób dorosłych</w:t>
            </w: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Gdańsk </w:t>
            </w:r>
            <w:r w:rsidRPr="00F147DA">
              <w:rPr>
                <w:rFonts w:ascii="Corbel" w:hAnsi="Corbel"/>
                <w:smallCaps w:val="0"/>
                <w:color w:val="000000"/>
                <w:szCs w:val="24"/>
              </w:rPr>
              <w:t>1996</w:t>
            </w: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532B199" w14:textId="77777777"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D42150" w14:textId="77777777"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0EAEAA" w14:textId="77777777" w:rsidR="0085747A" w:rsidRPr="00F147D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147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147D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53E2E" w14:textId="77777777" w:rsidR="004133C4" w:rsidRDefault="004133C4" w:rsidP="00C16ABF">
      <w:pPr>
        <w:spacing w:after="0" w:line="240" w:lineRule="auto"/>
      </w:pPr>
      <w:r>
        <w:separator/>
      </w:r>
    </w:p>
  </w:endnote>
  <w:endnote w:type="continuationSeparator" w:id="0">
    <w:p w14:paraId="3E375E3F" w14:textId="77777777" w:rsidR="004133C4" w:rsidRDefault="004133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9AE83" w14:textId="77777777" w:rsidR="004133C4" w:rsidRDefault="004133C4" w:rsidP="00C16ABF">
      <w:pPr>
        <w:spacing w:after="0" w:line="240" w:lineRule="auto"/>
      </w:pPr>
      <w:r>
        <w:separator/>
      </w:r>
    </w:p>
  </w:footnote>
  <w:footnote w:type="continuationSeparator" w:id="0">
    <w:p w14:paraId="12D9DAC8" w14:textId="77777777" w:rsidR="004133C4" w:rsidRDefault="004133C4" w:rsidP="00C16ABF">
      <w:pPr>
        <w:spacing w:after="0" w:line="240" w:lineRule="auto"/>
      </w:pPr>
      <w:r>
        <w:continuationSeparator/>
      </w:r>
    </w:p>
  </w:footnote>
  <w:footnote w:id="1">
    <w:p w14:paraId="6BCA272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19A6"/>
    <w:multiLevelType w:val="hybridMultilevel"/>
    <w:tmpl w:val="487E6ACC"/>
    <w:lvl w:ilvl="0" w:tplc="1F16D4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4C82"/>
    <w:rsid w:val="00057544"/>
    <w:rsid w:val="00070ED6"/>
    <w:rsid w:val="000742DC"/>
    <w:rsid w:val="00084C12"/>
    <w:rsid w:val="0009462C"/>
    <w:rsid w:val="00094B12"/>
    <w:rsid w:val="00096C46"/>
    <w:rsid w:val="000A296F"/>
    <w:rsid w:val="000A2A28"/>
    <w:rsid w:val="000B0072"/>
    <w:rsid w:val="000B192D"/>
    <w:rsid w:val="000B28EE"/>
    <w:rsid w:val="000B3E37"/>
    <w:rsid w:val="000D04B0"/>
    <w:rsid w:val="000D4BBE"/>
    <w:rsid w:val="000F1C57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13A"/>
    <w:rsid w:val="00176083"/>
    <w:rsid w:val="00192F37"/>
    <w:rsid w:val="001A70D2"/>
    <w:rsid w:val="001D657B"/>
    <w:rsid w:val="001D7B54"/>
    <w:rsid w:val="001E0209"/>
    <w:rsid w:val="001E587C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224"/>
    <w:rsid w:val="003151C5"/>
    <w:rsid w:val="003343CF"/>
    <w:rsid w:val="0033682F"/>
    <w:rsid w:val="00346FE9"/>
    <w:rsid w:val="0034759A"/>
    <w:rsid w:val="003503F6"/>
    <w:rsid w:val="003530DD"/>
    <w:rsid w:val="00363F78"/>
    <w:rsid w:val="003A0A5B"/>
    <w:rsid w:val="003A1176"/>
    <w:rsid w:val="003C08F0"/>
    <w:rsid w:val="003C0BAE"/>
    <w:rsid w:val="003D0939"/>
    <w:rsid w:val="003D18A9"/>
    <w:rsid w:val="003D6CE2"/>
    <w:rsid w:val="003E1941"/>
    <w:rsid w:val="003E2FE6"/>
    <w:rsid w:val="003E49D5"/>
    <w:rsid w:val="003F378A"/>
    <w:rsid w:val="003F38C0"/>
    <w:rsid w:val="004133C4"/>
    <w:rsid w:val="00414E3C"/>
    <w:rsid w:val="0042244A"/>
    <w:rsid w:val="0042745A"/>
    <w:rsid w:val="00431D5C"/>
    <w:rsid w:val="004362C6"/>
    <w:rsid w:val="00437FA2"/>
    <w:rsid w:val="00445970"/>
    <w:rsid w:val="004548B2"/>
    <w:rsid w:val="0046144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463"/>
    <w:rsid w:val="004A3EEA"/>
    <w:rsid w:val="004A4D1F"/>
    <w:rsid w:val="004D5282"/>
    <w:rsid w:val="004F1551"/>
    <w:rsid w:val="004F492A"/>
    <w:rsid w:val="004F55A3"/>
    <w:rsid w:val="0050496F"/>
    <w:rsid w:val="00512426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5A36"/>
    <w:rsid w:val="00617230"/>
    <w:rsid w:val="00621CE1"/>
    <w:rsid w:val="00627FC9"/>
    <w:rsid w:val="00634F89"/>
    <w:rsid w:val="00647FA8"/>
    <w:rsid w:val="00650C5F"/>
    <w:rsid w:val="00654934"/>
    <w:rsid w:val="006620D9"/>
    <w:rsid w:val="00671958"/>
    <w:rsid w:val="00675843"/>
    <w:rsid w:val="00676B7E"/>
    <w:rsid w:val="00696477"/>
    <w:rsid w:val="006B77C8"/>
    <w:rsid w:val="006C005F"/>
    <w:rsid w:val="006D050F"/>
    <w:rsid w:val="006D29D0"/>
    <w:rsid w:val="006D6139"/>
    <w:rsid w:val="006E5D65"/>
    <w:rsid w:val="006F1282"/>
    <w:rsid w:val="006F1FBC"/>
    <w:rsid w:val="006F31E2"/>
    <w:rsid w:val="00706544"/>
    <w:rsid w:val="007072BA"/>
    <w:rsid w:val="0071620A"/>
    <w:rsid w:val="00723984"/>
    <w:rsid w:val="00724677"/>
    <w:rsid w:val="00725459"/>
    <w:rsid w:val="007327BD"/>
    <w:rsid w:val="00734608"/>
    <w:rsid w:val="00740733"/>
    <w:rsid w:val="00745302"/>
    <w:rsid w:val="007461D6"/>
    <w:rsid w:val="00746EC8"/>
    <w:rsid w:val="007639E8"/>
    <w:rsid w:val="00763BF1"/>
    <w:rsid w:val="0076582C"/>
    <w:rsid w:val="00766FD4"/>
    <w:rsid w:val="007743CB"/>
    <w:rsid w:val="0078168C"/>
    <w:rsid w:val="00787C2A"/>
    <w:rsid w:val="00790E27"/>
    <w:rsid w:val="0079786D"/>
    <w:rsid w:val="007A4022"/>
    <w:rsid w:val="007A6E6E"/>
    <w:rsid w:val="007C3299"/>
    <w:rsid w:val="007C3BCC"/>
    <w:rsid w:val="007C4546"/>
    <w:rsid w:val="007D6E56"/>
    <w:rsid w:val="007E0BB0"/>
    <w:rsid w:val="007F4155"/>
    <w:rsid w:val="0081554D"/>
    <w:rsid w:val="0081707E"/>
    <w:rsid w:val="00834E2F"/>
    <w:rsid w:val="008449B3"/>
    <w:rsid w:val="0085747A"/>
    <w:rsid w:val="00867717"/>
    <w:rsid w:val="0088111B"/>
    <w:rsid w:val="00884922"/>
    <w:rsid w:val="00885F64"/>
    <w:rsid w:val="008917F9"/>
    <w:rsid w:val="008975B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01E"/>
    <w:rsid w:val="00902B03"/>
    <w:rsid w:val="00916188"/>
    <w:rsid w:val="00923D7D"/>
    <w:rsid w:val="009508DF"/>
    <w:rsid w:val="00950DAC"/>
    <w:rsid w:val="00954A07"/>
    <w:rsid w:val="009635BD"/>
    <w:rsid w:val="0099314A"/>
    <w:rsid w:val="00997F14"/>
    <w:rsid w:val="009A78D9"/>
    <w:rsid w:val="009A7A51"/>
    <w:rsid w:val="009C3E31"/>
    <w:rsid w:val="009C54AE"/>
    <w:rsid w:val="009C788E"/>
    <w:rsid w:val="009E20EE"/>
    <w:rsid w:val="009E3B41"/>
    <w:rsid w:val="009F3C5C"/>
    <w:rsid w:val="009F3FF3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DA7"/>
    <w:rsid w:val="00AC1F2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599"/>
    <w:rsid w:val="00B3130B"/>
    <w:rsid w:val="00B40ADB"/>
    <w:rsid w:val="00B43B77"/>
    <w:rsid w:val="00B43E80"/>
    <w:rsid w:val="00B47C6C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A2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B11"/>
    <w:rsid w:val="00C82857"/>
    <w:rsid w:val="00C94B98"/>
    <w:rsid w:val="00CA2B96"/>
    <w:rsid w:val="00CA5089"/>
    <w:rsid w:val="00CD6897"/>
    <w:rsid w:val="00CE5433"/>
    <w:rsid w:val="00CE5BAC"/>
    <w:rsid w:val="00CF25BE"/>
    <w:rsid w:val="00CF78ED"/>
    <w:rsid w:val="00D02B25"/>
    <w:rsid w:val="00D02EBA"/>
    <w:rsid w:val="00D04BAD"/>
    <w:rsid w:val="00D17C3C"/>
    <w:rsid w:val="00D26B2C"/>
    <w:rsid w:val="00D352C9"/>
    <w:rsid w:val="00D425B2"/>
    <w:rsid w:val="00D428D6"/>
    <w:rsid w:val="00D552B2"/>
    <w:rsid w:val="00D608D1"/>
    <w:rsid w:val="00D63A42"/>
    <w:rsid w:val="00D74119"/>
    <w:rsid w:val="00D8075B"/>
    <w:rsid w:val="00D8678B"/>
    <w:rsid w:val="00D97893"/>
    <w:rsid w:val="00DA2114"/>
    <w:rsid w:val="00DC66AC"/>
    <w:rsid w:val="00DD4AA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2DA3"/>
    <w:rsid w:val="00E77E88"/>
    <w:rsid w:val="00E8107D"/>
    <w:rsid w:val="00E8790C"/>
    <w:rsid w:val="00E960BB"/>
    <w:rsid w:val="00EA2074"/>
    <w:rsid w:val="00EA4832"/>
    <w:rsid w:val="00EA4E9D"/>
    <w:rsid w:val="00EB1243"/>
    <w:rsid w:val="00EB5300"/>
    <w:rsid w:val="00EC4899"/>
    <w:rsid w:val="00ED03AB"/>
    <w:rsid w:val="00ED32D2"/>
    <w:rsid w:val="00ED432E"/>
    <w:rsid w:val="00EE32DE"/>
    <w:rsid w:val="00EE5457"/>
    <w:rsid w:val="00EF3995"/>
    <w:rsid w:val="00F070AB"/>
    <w:rsid w:val="00F147DA"/>
    <w:rsid w:val="00F17567"/>
    <w:rsid w:val="00F27A7B"/>
    <w:rsid w:val="00F526AF"/>
    <w:rsid w:val="00F617C3"/>
    <w:rsid w:val="00F7066B"/>
    <w:rsid w:val="00F83B28"/>
    <w:rsid w:val="00F86D8A"/>
    <w:rsid w:val="00F95011"/>
    <w:rsid w:val="00FA46E5"/>
    <w:rsid w:val="00FB4218"/>
    <w:rsid w:val="00FB5D31"/>
    <w:rsid w:val="00FB7DBA"/>
    <w:rsid w:val="00FC1C25"/>
    <w:rsid w:val="00FC3F45"/>
    <w:rsid w:val="00FD23E1"/>
    <w:rsid w:val="00FD503F"/>
    <w:rsid w:val="00FD7589"/>
    <w:rsid w:val="00FE533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C2F44"/>
  <w15:docId w15:val="{FD64C6B8-F3CF-441D-8F43-61BBC80B6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45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45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45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45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459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E49EF-071D-47FC-9880-B47907472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1420</Words>
  <Characters>8524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12</cp:revision>
  <cp:lastPrinted>2019-02-06T12:12:00Z</cp:lastPrinted>
  <dcterms:created xsi:type="dcterms:W3CDTF">2021-01-11T14:34:00Z</dcterms:created>
  <dcterms:modified xsi:type="dcterms:W3CDTF">2022-02-23T13:43:00Z</dcterms:modified>
</cp:coreProperties>
</file>